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7.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77777777" w:rsidR="00F422D3" w:rsidRDefault="00F422D3" w:rsidP="00B42F40">
      <w:pPr>
        <w:pStyle w:val="Titul1"/>
      </w:pPr>
      <w:r>
        <w:t>SMLOUVA O DÍLO NA ZHOTOVENÍ STAVBY</w:t>
      </w:r>
      <w:r w:rsidR="00485CE8">
        <w:t xml:space="preserve"> </w:t>
      </w:r>
    </w:p>
    <w:p w14:paraId="2FF71BCE" w14:textId="21999E87" w:rsidR="00F422D3" w:rsidRDefault="00F422D3" w:rsidP="00B42F40">
      <w:pPr>
        <w:pStyle w:val="Titul2"/>
      </w:pPr>
      <w:r>
        <w:t xml:space="preserve">Název zakázky: </w:t>
      </w:r>
      <w:r w:rsidRPr="006D6854">
        <w:t>„</w:t>
      </w:r>
      <w:r w:rsidR="006D6854" w:rsidRPr="006D6854">
        <w:t>Oprava zabezpečovacího zařízení v ŽST Bystřice nad Pernštejnem“</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58B2B07D" w14:textId="77777777" w:rsidR="0068320A" w:rsidRPr="00F422D3" w:rsidRDefault="0068320A" w:rsidP="0068320A">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5A2991E9" w14:textId="77777777" w:rsidR="0068320A" w:rsidRDefault="0068320A" w:rsidP="0068320A">
      <w:pPr>
        <w:pStyle w:val="Textbezodsazen"/>
        <w:spacing w:after="0"/>
      </w:pPr>
      <w:r>
        <w:t xml:space="preserve">se sídlem: Praha 1 - Nové Město, Dlážděná 1003/7, PSČ 11000 </w:t>
      </w:r>
    </w:p>
    <w:p w14:paraId="07CF8412" w14:textId="77777777" w:rsidR="0068320A" w:rsidRDefault="0068320A" w:rsidP="0068320A">
      <w:pPr>
        <w:pStyle w:val="Textbezodsazen"/>
        <w:spacing w:after="0"/>
      </w:pPr>
      <w:r>
        <w:t>IČO: 709 94 234 DIČ: CZ70994234</w:t>
      </w:r>
    </w:p>
    <w:p w14:paraId="3F0A53A5" w14:textId="77777777" w:rsidR="0068320A" w:rsidRDefault="0068320A" w:rsidP="0068320A">
      <w:pPr>
        <w:pStyle w:val="Textbezodsazen"/>
        <w:spacing w:after="0"/>
      </w:pPr>
      <w:r>
        <w:t>zapsaná v obchodním rejstříku vedeném Městským soudem v Praze,</w:t>
      </w:r>
    </w:p>
    <w:p w14:paraId="0A37C81F" w14:textId="77777777" w:rsidR="0068320A" w:rsidRDefault="0068320A" w:rsidP="0068320A">
      <w:pPr>
        <w:pStyle w:val="Textbezodsazen"/>
        <w:spacing w:after="0"/>
      </w:pPr>
      <w:r>
        <w:t>spisová značka A 48384</w:t>
      </w:r>
    </w:p>
    <w:p w14:paraId="19050550" w14:textId="77777777" w:rsidR="0068320A" w:rsidRDefault="0068320A" w:rsidP="0068320A">
      <w:pPr>
        <w:pStyle w:val="Textbezodsazen"/>
        <w:spacing w:after="240"/>
      </w:pPr>
      <w:r>
        <w:t xml:space="preserve">zastoupena: </w:t>
      </w:r>
      <w:r w:rsidRPr="00363AC0">
        <w:t>Ing. Liborem Tkáčem,</w:t>
      </w:r>
      <w:r>
        <w:t xml:space="preserve"> MBA, </w:t>
      </w:r>
      <w:r w:rsidRPr="00363AC0">
        <w:t>ředitelem Oblastního ředitelství Brno</w:t>
      </w:r>
    </w:p>
    <w:p w14:paraId="70A97C71" w14:textId="77777777" w:rsidR="0068320A" w:rsidRPr="00B42F40" w:rsidRDefault="0068320A" w:rsidP="0068320A">
      <w:pPr>
        <w:pStyle w:val="Textbezodsazen"/>
        <w:spacing w:after="0"/>
        <w:rPr>
          <w:rStyle w:val="Zdraznnjemn"/>
          <w:b/>
          <w:iCs w:val="0"/>
          <w:color w:val="auto"/>
        </w:rPr>
      </w:pPr>
      <w:r w:rsidRPr="00B42F40">
        <w:rPr>
          <w:rStyle w:val="Zdraznnjemn"/>
          <w:b/>
          <w:iCs w:val="0"/>
          <w:color w:val="auto"/>
        </w:rPr>
        <w:t xml:space="preserve">Korespondenční adresa: </w:t>
      </w:r>
    </w:p>
    <w:p w14:paraId="3117E59A" w14:textId="77777777" w:rsidR="0068320A" w:rsidRDefault="0068320A" w:rsidP="0068320A">
      <w:pPr>
        <w:pStyle w:val="Textbezodsazen"/>
        <w:spacing w:after="0"/>
      </w:pPr>
      <w:r>
        <w:t>Správa železnic, státní organizace</w:t>
      </w:r>
    </w:p>
    <w:p w14:paraId="7CD003CF" w14:textId="77777777" w:rsidR="0068320A" w:rsidRDefault="0068320A" w:rsidP="0068320A">
      <w:pPr>
        <w:pStyle w:val="Textbezodsazen"/>
        <w:spacing w:after="0"/>
      </w:pPr>
      <w:r w:rsidRPr="00DF5663">
        <w:t>Oblastní ředitelství Brno</w:t>
      </w:r>
      <w:r w:rsidRPr="005A6B21">
        <w:rPr>
          <w:highlight w:val="green"/>
        </w:rPr>
        <w:t xml:space="preserve"> </w:t>
      </w:r>
    </w:p>
    <w:p w14:paraId="532F053F" w14:textId="77777777" w:rsidR="0068320A" w:rsidRDefault="0068320A" w:rsidP="0068320A">
      <w:pPr>
        <w:pStyle w:val="Textbezodsazen"/>
        <w:rPr>
          <w:lang w:val="en-US"/>
        </w:rPr>
      </w:pPr>
      <w:r w:rsidRPr="00DF5663">
        <w:rPr>
          <w:lang w:val="en-US"/>
        </w:rPr>
        <w:t>Kounicova 26, 611 43 Brno</w:t>
      </w:r>
    </w:p>
    <w:p w14:paraId="4DE93533" w14:textId="77777777" w:rsidR="0068320A" w:rsidRPr="00061719" w:rsidRDefault="0068320A" w:rsidP="0068320A">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06AAD446" w14:textId="77777777" w:rsidR="0068320A" w:rsidRDefault="00EB6C0B" w:rsidP="0068320A">
      <w:pPr>
        <w:pStyle w:val="Textbezodsazen"/>
        <w:spacing w:after="0" w:line="240" w:lineRule="auto"/>
        <w:rPr>
          <w:rStyle w:val="Hypertextovodkaz"/>
          <w:rFonts w:ascii="Verdana" w:hAnsi="Verdana" w:cstheme="minorHAnsi"/>
          <w:noProof w:val="0"/>
        </w:rPr>
      </w:pPr>
      <w:hyperlink r:id="rId11" w:history="1">
        <w:r w:rsidR="0068320A" w:rsidRPr="005F58CA">
          <w:rPr>
            <w:rStyle w:val="Hypertextovodkaz"/>
            <w:rFonts w:ascii="Verdana" w:hAnsi="Verdana" w:cstheme="minorHAnsi"/>
            <w:noProof w:val="0"/>
          </w:rPr>
          <w:t xml:space="preserve">epodatelnaorbno@spravazeleznic.cz </w:t>
        </w:r>
      </w:hyperlink>
    </w:p>
    <w:p w14:paraId="629E46BD" w14:textId="77777777" w:rsidR="0068320A" w:rsidRDefault="0068320A" w:rsidP="0068320A">
      <w:pPr>
        <w:pStyle w:val="Textbezodsazen"/>
        <w:spacing w:after="0" w:line="240" w:lineRule="auto"/>
      </w:pPr>
    </w:p>
    <w:p w14:paraId="6D0C9B2C" w14:textId="77777777" w:rsidR="0068320A" w:rsidRDefault="0068320A" w:rsidP="0068320A">
      <w:pPr>
        <w:pStyle w:val="Textbezodsazen"/>
        <w:spacing w:after="0" w:line="240" w:lineRule="auto"/>
      </w:pPr>
      <w:r>
        <w:t>Adresa pro doručování daňových dokladů v elektronické podobě:</w:t>
      </w:r>
    </w:p>
    <w:p w14:paraId="17A9D103" w14:textId="77777777" w:rsidR="0068320A" w:rsidRDefault="00EB6C0B" w:rsidP="0068320A">
      <w:pPr>
        <w:pStyle w:val="Textbezodsazen"/>
        <w:spacing w:after="0" w:line="240" w:lineRule="auto"/>
      </w:pPr>
      <w:hyperlink r:id="rId12" w:history="1">
        <w:r w:rsidR="0068320A" w:rsidRPr="00707C7E">
          <w:rPr>
            <w:rStyle w:val="Hypertextovodkaz"/>
            <w:noProof w:val="0"/>
          </w:rPr>
          <w:t>ePodatelnaCFU@spravazeleznic.cz</w:t>
        </w:r>
      </w:hyperlink>
      <w:r w:rsidR="0068320A">
        <w:t xml:space="preserve"> </w:t>
      </w:r>
    </w:p>
    <w:p w14:paraId="68C41476" w14:textId="77777777" w:rsidR="0068320A" w:rsidRDefault="0068320A" w:rsidP="0068320A">
      <w:pPr>
        <w:pStyle w:val="Textbezodsazen"/>
        <w:spacing w:after="0" w:line="240" w:lineRule="auto"/>
      </w:pPr>
    </w:p>
    <w:p w14:paraId="4551F1CC" w14:textId="77777777" w:rsidR="0068320A" w:rsidRDefault="0068320A" w:rsidP="0068320A">
      <w:pPr>
        <w:pStyle w:val="Textbezodsazen"/>
        <w:spacing w:after="0" w:line="240" w:lineRule="auto"/>
      </w:pPr>
      <w:r>
        <w:t>Korespondenční adresa pro doručování daňových dokladů:</w:t>
      </w:r>
    </w:p>
    <w:p w14:paraId="73B5ED68" w14:textId="77777777" w:rsidR="0068320A" w:rsidRDefault="0068320A" w:rsidP="0068320A">
      <w:pPr>
        <w:pStyle w:val="Textbezodsazen"/>
        <w:spacing w:after="0" w:line="240" w:lineRule="auto"/>
      </w:pPr>
      <w:r>
        <w:t xml:space="preserve">Správa železnic, státní organizace, </w:t>
      </w:r>
    </w:p>
    <w:p w14:paraId="2561A7DE" w14:textId="77777777" w:rsidR="0068320A" w:rsidRDefault="0068320A" w:rsidP="0068320A">
      <w:pPr>
        <w:pStyle w:val="Textbezodsazen"/>
        <w:spacing w:after="0" w:line="240" w:lineRule="auto"/>
      </w:pPr>
      <w:r>
        <w:t>Centrální finanční účtárna Čechy</w:t>
      </w:r>
    </w:p>
    <w:p w14:paraId="2E71B782" w14:textId="77777777" w:rsidR="0068320A" w:rsidRPr="00D32554" w:rsidRDefault="0068320A" w:rsidP="0068320A">
      <w:pPr>
        <w:pStyle w:val="Textbezodsazen"/>
        <w:spacing w:line="240" w:lineRule="auto"/>
      </w:pPr>
      <w:r>
        <w:t>Náměstí Jana Pernera 217, 530 02 Pardubice</w:t>
      </w:r>
    </w:p>
    <w:p w14:paraId="5B99B11E" w14:textId="77777777" w:rsidR="0068320A" w:rsidRDefault="0068320A" w:rsidP="0068320A">
      <w:pPr>
        <w:pStyle w:val="Textbezodsazen"/>
      </w:pPr>
      <w:r>
        <w:t>(</w:t>
      </w:r>
      <w:r w:rsidRPr="00B42F40">
        <w:t>dále</w:t>
      </w:r>
      <w:r>
        <w:t xml:space="preserve"> jen „</w:t>
      </w:r>
      <w:r w:rsidRPr="00F422D3">
        <w:rPr>
          <w:b/>
        </w:rPr>
        <w:t>Objednatel</w:t>
      </w:r>
      <w:r>
        <w:t>“)</w:t>
      </w:r>
    </w:p>
    <w:p w14:paraId="0217965A" w14:textId="77777777" w:rsidR="00F422D3" w:rsidRDefault="00F422D3" w:rsidP="00B42F40">
      <w:pPr>
        <w:pStyle w:val="Textbezodsazen"/>
        <w:spacing w:after="0"/>
      </w:pPr>
      <w:r>
        <w:t>číslo smlouvy: "[</w:t>
      </w:r>
      <w:r w:rsidRPr="00F422D3">
        <w:rPr>
          <w:highlight w:val="green"/>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4E2A843F" w:rsidR="00F24489" w:rsidRDefault="00F24489" w:rsidP="000A5B8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00EB6C0B">
        <w:t>20.02.2023</w:t>
      </w:r>
      <w:bookmarkStart w:id="0" w:name="_GoBack"/>
      <w:bookmarkEnd w:id="0"/>
      <w:r w:rsidR="006D6854">
        <w:t xml:space="preserve"> </w:t>
      </w:r>
      <w:r w:rsidRPr="00F97DBD">
        <w:t xml:space="preserve">pod </w:t>
      </w:r>
      <w:r w:rsidRPr="00F24489">
        <w:t>evidenčním</w:t>
      </w:r>
      <w:r w:rsidRPr="00F97DBD">
        <w:t xml:space="preserve"> číslem </w:t>
      </w:r>
      <w:r w:rsidR="000A5B80" w:rsidRPr="000A5B80">
        <w:t>63923015</w:t>
      </w:r>
      <w:r w:rsidR="006D6854">
        <w:t xml:space="preserve"> </w:t>
      </w:r>
      <w:r w:rsidRPr="00F97DBD">
        <w:t xml:space="preserve">svůj úmysl zadat </w:t>
      </w:r>
      <w:r>
        <w:t xml:space="preserve">ve výběrovém řízení </w:t>
      </w:r>
      <w:r w:rsidRPr="00F97DBD">
        <w:t xml:space="preserve">veřejnou zakázku s názvem </w:t>
      </w:r>
      <w:r w:rsidR="006D6854">
        <w:rPr>
          <w:rFonts w:ascii="Verdana" w:hAnsi="Verdana"/>
          <w:b/>
        </w:rPr>
        <w:t>„Oprava zabezpečovacího zařízení v ŽST Bystřice nad Pernštejnem“</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58E28D5" w14:textId="77777777" w:rsidR="00F24489" w:rsidRDefault="00B84ECC" w:rsidP="00F24489">
      <w:pPr>
        <w:pStyle w:val="Textbezslovn"/>
      </w:pPr>
      <w:r w:rsidRPr="0068320A">
        <w:t xml:space="preserve">Rekapitulace </w:t>
      </w:r>
      <w:r w:rsidR="00F24489" w:rsidRPr="0068320A">
        <w:t xml:space="preserve">Ceny Díla dle </w:t>
      </w:r>
      <w:r w:rsidR="00A40CD0" w:rsidRPr="0068320A">
        <w:t xml:space="preserve">objektů </w:t>
      </w:r>
      <w:r w:rsidR="00F24489" w:rsidRPr="0068320A">
        <w:t xml:space="preserve">stavebních </w:t>
      </w:r>
      <w:r w:rsidR="00A40CD0" w:rsidRPr="0068320A">
        <w:t xml:space="preserve">částí </w:t>
      </w:r>
      <w:r w:rsidR="00F24489" w:rsidRPr="0068320A">
        <w:t xml:space="preserve">(SO) a </w:t>
      </w:r>
      <w:r w:rsidR="00A40CD0" w:rsidRPr="0068320A">
        <w:t xml:space="preserve">objektů </w:t>
      </w:r>
      <w:r w:rsidR="00F24489" w:rsidRPr="0068320A">
        <w:t xml:space="preserve">provozních </w:t>
      </w:r>
      <w:r w:rsidR="00A40CD0" w:rsidRPr="0068320A">
        <w:t xml:space="preserve">částí </w:t>
      </w:r>
      <w:r w:rsidR="00F24489" w:rsidRPr="0068320A">
        <w:t>(PS) je uveden</w:t>
      </w:r>
      <w:r w:rsidRPr="0068320A">
        <w:t>a</w:t>
      </w:r>
      <w:r w:rsidR="00F24489" w:rsidRPr="0068320A">
        <w:t xml:space="preserve"> v </w:t>
      </w:r>
      <w:hyperlink w:anchor="ListAnnex04" w:history="1">
        <w:r w:rsidR="00F24489" w:rsidRPr="0068320A">
          <w:rPr>
            <w:rStyle w:val="Hypertextovodkaz"/>
            <w:rFonts w:cs="Calibri"/>
            <w:color w:val="auto"/>
          </w:rPr>
          <w:t>Příloze č. 4</w:t>
        </w:r>
      </w:hyperlink>
      <w:r w:rsidR="00F24489" w:rsidRPr="0068320A">
        <w:t xml:space="preserve"> této Smlouvy.</w:t>
      </w:r>
    </w:p>
    <w:p w14:paraId="176CD9FB"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45F338B1" w14:textId="77777777" w:rsidR="00F24489" w:rsidRPr="0068320A" w:rsidRDefault="00F24489" w:rsidP="00F24489">
      <w:pPr>
        <w:pStyle w:val="Text1-1"/>
      </w:pPr>
      <w:r w:rsidRPr="0068320A">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68320A">
        <w:rPr>
          <w:rStyle w:val="OdstavecsmlouvyChar"/>
          <w:rFonts w:eastAsiaTheme="minorHAnsi"/>
        </w:rPr>
        <w:t xml:space="preserve"> </w:t>
      </w:r>
      <w:r w:rsidRPr="0068320A">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532BC66" w14:textId="388091E0" w:rsidR="00F24489" w:rsidRPr="0068320A" w:rsidRDefault="00F24489" w:rsidP="00F24489">
      <w:pPr>
        <w:pStyle w:val="Textbezslovn"/>
        <w:rPr>
          <w:b/>
        </w:rPr>
      </w:pPr>
      <w:r w:rsidRPr="00F24489">
        <w:rPr>
          <w:b/>
        </w:rPr>
        <w:t xml:space="preserve">Celková lhůta pro </w:t>
      </w:r>
      <w:r w:rsidRPr="0068320A">
        <w:rPr>
          <w:b/>
        </w:rPr>
        <w:t xml:space="preserve">dokončení Díla činí celkem </w:t>
      </w:r>
      <w:r w:rsidR="0068320A" w:rsidRPr="0068320A">
        <w:rPr>
          <w:b/>
        </w:rPr>
        <w:t>21</w:t>
      </w:r>
      <w:r w:rsidRPr="0068320A">
        <w:rPr>
          <w:b/>
        </w:rPr>
        <w:t xml:space="preserve"> měsíců ode Dne zahájení stavebních prací (dokladem prokazujícím, že Zhotovitel dokončil celé Dílo, je Předávací protokol dle odst. 10.4 Obchodních podmínek).</w:t>
      </w:r>
    </w:p>
    <w:p w14:paraId="067250B4" w14:textId="71EBD8B0" w:rsidR="00F24489" w:rsidRDefault="00F24489" w:rsidP="00F24489">
      <w:pPr>
        <w:pStyle w:val="Textbezslovn"/>
      </w:pPr>
      <w:r w:rsidRPr="0068320A">
        <w:t xml:space="preserve">Lhůta pro dokončení stavebních prací činí celkem </w:t>
      </w:r>
      <w:r w:rsidR="0068320A" w:rsidRPr="0068320A">
        <w:rPr>
          <w:b/>
        </w:rPr>
        <w:t>21</w:t>
      </w:r>
      <w:r w:rsidRPr="0068320A">
        <w:rPr>
          <w:b/>
        </w:rPr>
        <w:t xml:space="preserve"> měsíců</w:t>
      </w:r>
      <w:r w:rsidRPr="0068320A">
        <w:t xml:space="preserve"> ode dne zahájení stavebních prací (dokladem prokazujícím, že Zhotovitel dokončil</w:t>
      </w:r>
      <w:r w:rsidRPr="00F97DBD">
        <w:t xml:space="preserve">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7FE4CBC6" w14:textId="3DC7CEC3" w:rsidR="00A35CFA" w:rsidRDefault="00A35CFA" w:rsidP="00F24489">
      <w:pPr>
        <w:pStyle w:val="Textbezslovn"/>
      </w:pPr>
      <w:r w:rsidRPr="00CF5865">
        <w:t xml:space="preserve">Předání kompletní technické části dokumentace skutečného provedení stavby bude provedeno nejpozději do </w:t>
      </w:r>
      <w:r w:rsidRPr="00CF5865">
        <w:rPr>
          <w:b/>
        </w:rPr>
        <w:t>3 měsíců</w:t>
      </w:r>
      <w:r w:rsidRPr="00CF5865">
        <w:t xml:space="preserve"> ode dne podpisu posledního Zápisu o předání a převzetí Díla.</w:t>
      </w:r>
    </w:p>
    <w:p w14:paraId="6A6A5795"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2AAB0962"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710DC870" w14:textId="77777777" w:rsidR="00F24489" w:rsidRPr="0068320A" w:rsidRDefault="00F24489" w:rsidP="00F24489">
      <w:pPr>
        <w:pStyle w:val="Text1-1"/>
      </w:pPr>
      <w:r w:rsidRPr="0068320A">
        <w:t>Zhotovitel se zavazuje zajistit realizaci prací na Díle tak, aby v případě nepřetržitých výluk trvajících více než 36 hodin probíhala realizace prací na Díle minimálně 16 hodin denně včetně sobot a nedělí.</w:t>
      </w:r>
    </w:p>
    <w:p w14:paraId="38CF7383" w14:textId="77777777" w:rsidR="00F24489" w:rsidRDefault="00214C3E" w:rsidP="00214C3E">
      <w:pPr>
        <w:pStyle w:val="Nadpis1-1"/>
      </w:pPr>
      <w:r w:rsidRPr="00214C3E">
        <w:t>ZÁRUKY, DALŠÍ USTANOVENÍ A ODLIŠNÁ USTANOVENÍ OD OBCHODNÍCH PODMÍNEK</w:t>
      </w:r>
    </w:p>
    <w:p w14:paraId="5E83BC8B" w14:textId="77777777" w:rsidR="00214C3E" w:rsidRDefault="00214C3E" w:rsidP="00F87F4A">
      <w:pPr>
        <w:pStyle w:val="Text1-1"/>
      </w:pPr>
      <w:r w:rsidRPr="00F87F4A">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F87F4A" w:rsidRDefault="00A90618" w:rsidP="00A90618">
      <w:pPr>
        <w:pStyle w:val="Text1-1"/>
      </w:pPr>
      <w:r w:rsidRPr="00F87F4A">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3D27F0F3"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3554E8">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(7)dní.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Default="00214C3E" w:rsidP="00214C3E">
      <w:pPr>
        <w:pStyle w:val="Text1-1"/>
      </w:pPr>
      <w:r>
        <w:t>V bodě 7.5.3 Obchodních podmínek se lhůta upravuje na pět (5) dní.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F87F4A" w:rsidRDefault="00A302DF" w:rsidP="003B5A9F">
      <w:pPr>
        <w:spacing w:after="200" w:line="276" w:lineRule="auto"/>
        <w:ind w:firstLine="709"/>
        <w:jc w:val="both"/>
        <w:rPr>
          <w:rFonts w:ascii="Verdana" w:hAnsi="Verdana" w:cstheme="minorHAnsi"/>
        </w:rPr>
      </w:pPr>
      <w:r w:rsidRPr="00F87F4A">
        <w:rPr>
          <w:rFonts w:ascii="Verdana" w:hAnsi="Verdana" w:cstheme="minorHAnsi"/>
        </w:rPr>
        <w:t>Daňové doklady, vč. všech příloh, budou zasílány následovně:</w:t>
      </w:r>
    </w:p>
    <w:p w14:paraId="5137D129" w14:textId="77777777" w:rsidR="00A302DF" w:rsidRPr="00F87F4A" w:rsidRDefault="00A302DF" w:rsidP="00A302DF">
      <w:pPr>
        <w:pStyle w:val="Odstavecseseznamem"/>
        <w:numPr>
          <w:ilvl w:val="0"/>
          <w:numId w:val="41"/>
        </w:numPr>
        <w:spacing w:after="200" w:line="276" w:lineRule="auto"/>
        <w:contextualSpacing w:val="0"/>
        <w:jc w:val="both"/>
        <w:rPr>
          <w:rFonts w:ascii="Verdana" w:hAnsi="Verdana" w:cstheme="minorHAnsi"/>
        </w:rPr>
      </w:pPr>
      <w:r w:rsidRPr="00F87F4A">
        <w:rPr>
          <w:rFonts w:ascii="Verdana" w:hAnsi="Verdana" w:cstheme="minorHAnsi"/>
        </w:rPr>
        <w:t xml:space="preserve">v digitální podobě na e-mailovou adresu </w:t>
      </w:r>
      <w:hyperlink r:id="rId14" w:history="1">
        <w:r w:rsidRPr="00F87F4A">
          <w:rPr>
            <w:rStyle w:val="Hypertextovodkaz"/>
            <w:rFonts w:ascii="Verdana" w:hAnsi="Verdana" w:cstheme="minorHAnsi"/>
          </w:rPr>
          <w:t>ePodatelnaCFU@spravazeleznic.cz</w:t>
        </w:r>
      </w:hyperlink>
      <w:r w:rsidRPr="00F87F4A">
        <w:rPr>
          <w:rFonts w:ascii="Verdana" w:hAnsi="Verdana" w:cstheme="minorHAnsi"/>
        </w:rPr>
        <w:t>, nebo</w:t>
      </w:r>
    </w:p>
    <w:p w14:paraId="655FF71F" w14:textId="77777777" w:rsidR="00A302DF" w:rsidRPr="00F87F4A" w:rsidRDefault="00A302DF" w:rsidP="00A302DF">
      <w:pPr>
        <w:pStyle w:val="Odstavecseseznamem"/>
        <w:numPr>
          <w:ilvl w:val="0"/>
          <w:numId w:val="41"/>
        </w:numPr>
        <w:spacing w:after="200" w:line="276" w:lineRule="auto"/>
        <w:contextualSpacing w:val="0"/>
        <w:jc w:val="both"/>
        <w:rPr>
          <w:rFonts w:ascii="Verdana" w:hAnsi="Verdana" w:cstheme="minorHAnsi"/>
        </w:rPr>
      </w:pPr>
      <w:r w:rsidRPr="00F87F4A">
        <w:rPr>
          <w:rFonts w:ascii="Verdana" w:hAnsi="Verdana" w:cstheme="minorHAnsi"/>
        </w:rPr>
        <w:t>v digitální podobě do datové schránky s identifikátorem Uccchjm, nebo</w:t>
      </w:r>
    </w:p>
    <w:p w14:paraId="2D984950" w14:textId="77777777" w:rsidR="00A302DF" w:rsidRPr="00F87F4A" w:rsidRDefault="00A302DF" w:rsidP="00A302DF">
      <w:pPr>
        <w:pStyle w:val="Odstavecseseznamem"/>
        <w:numPr>
          <w:ilvl w:val="0"/>
          <w:numId w:val="41"/>
        </w:numPr>
        <w:spacing w:after="200" w:line="276" w:lineRule="auto"/>
        <w:contextualSpacing w:val="0"/>
        <w:jc w:val="both"/>
        <w:rPr>
          <w:rFonts w:ascii="Verdana" w:hAnsi="Verdana" w:cstheme="minorHAnsi"/>
        </w:rPr>
      </w:pPr>
      <w:r w:rsidRPr="00F87F4A">
        <w:rPr>
          <w:rFonts w:ascii="Verdana" w:hAnsi="Verdana" w:cstheme="minorHAnsi"/>
        </w:rPr>
        <w:t xml:space="preserve">v listinné podobě na adresu Správa železnic, státní organizace, Centrální finanční účtárna Čechy, Náměstí Jana Pernera 217, 530 02 Pardubice. </w:t>
      </w:r>
    </w:p>
    <w:p w14:paraId="46414EDD" w14:textId="38023905" w:rsidR="00A302DF" w:rsidRPr="0026110E" w:rsidRDefault="002C3F01" w:rsidP="003B5A9F">
      <w:pPr>
        <w:ind w:left="709"/>
        <w:jc w:val="both"/>
        <w:rPr>
          <w:rFonts w:ascii="Verdana" w:hAnsi="Verdana" w:cstheme="minorHAnsi"/>
        </w:rPr>
      </w:pPr>
      <w:r w:rsidRPr="00F87F4A">
        <w:rPr>
          <w:rFonts w:ascii="Verdana" w:hAnsi="Verdana" w:cstheme="minorHAnsi"/>
        </w:rPr>
        <w:t>Objednatel upřednostňuje příjem těchto daňových dokladů v digitální podobě ve formátu PDF/A, ISO 19005, min. verze PDF/A-2b,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23BD81CD"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7.8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56380BEF"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dle odst. 7.</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7E71766F" w:rsidR="00A8731A" w:rsidRPr="00023257" w:rsidRDefault="00A8731A" w:rsidP="00A1575E">
      <w:pPr>
        <w:pStyle w:val="Text1-1"/>
      </w:pPr>
      <w:r w:rsidRPr="00023257">
        <w:t>V bodě 21.1.13 Obchodních podmínek se text „dle odst. 5.6 Smlouvy“ nahrazuje textem „</w:t>
      </w:r>
      <w:r w:rsidRPr="003B5A9F">
        <w:t>dle odst. 7.</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Součet hodnot dle výše uvedeného písm.a) a písm.b) se musí rovnat 100% hodnotě veškerých prací provedených v souladu se Smlouvou.</w:t>
      </w:r>
    </w:p>
    <w:p w14:paraId="350841CC" w14:textId="77777777"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40535C4A"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2DCAC29B" w14:textId="4AD0AD89" w:rsidR="003554E8" w:rsidRDefault="003554E8" w:rsidP="00344274">
      <w:pPr>
        <w:pStyle w:val="Text1-1"/>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78038916"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Pr>
          <w:rStyle w:val="Tun"/>
        </w:rPr>
        <w:t xml:space="preserve"> </w:t>
      </w:r>
      <w:r w:rsidR="00717D14" w:rsidRPr="002C6C11">
        <w:rPr>
          <w:rStyle w:val="Tun"/>
          <w:b w:val="0"/>
        </w:rPr>
        <w:t>osob</w:t>
      </w:r>
      <w:r w:rsidR="00717D14">
        <w:rPr>
          <w:rStyle w:val="Tun"/>
        </w:rPr>
        <w:t xml:space="preserve"> </w:t>
      </w:r>
      <w:r w:rsidR="00717D14" w:rsidRPr="002C6C11">
        <w:rPr>
          <w:rStyle w:val="Tun"/>
          <w:b w:val="0"/>
        </w:rPr>
        <w:t>znevýhodněných na trhu práce.</w:t>
      </w:r>
      <w:r w:rsidR="00717D14">
        <w:rPr>
          <w:rStyle w:val="Tun"/>
          <w:b w:val="0"/>
        </w:rPr>
        <w:t xml:space="preserve"> 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FD6C7B">
      <w:pPr>
        <w:pStyle w:val="Text1-2"/>
        <w:numPr>
          <w:ilvl w:val="0"/>
          <w:numId w:val="44"/>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426364F7" w14:textId="77777777" w:rsidR="00FD6C7B" w:rsidRDefault="00FD6C7B" w:rsidP="00FD6C7B">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3CB9D4C3"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w:t>
      </w:r>
      <w:r w:rsidR="00355475">
        <w:rPr>
          <w:rStyle w:val="Tun"/>
          <w:b w:val="0"/>
        </w:rPr>
        <w:t xml:space="preserve"> (dále jen „evidence zapojení znevýhodněných osob“)</w:t>
      </w:r>
      <w:r>
        <w:rPr>
          <w:rStyle w:val="Tun"/>
          <w:b w:val="0"/>
        </w:rPr>
        <w:t>. V pracovním výkazu 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včetně závazného vzoru pracovního výkazu, tvoří Příloh</w:t>
      </w:r>
      <w:r w:rsidR="00343A43">
        <w:rPr>
          <w:rStyle w:val="Tun"/>
          <w:b w:val="0"/>
        </w:rPr>
        <w:t>y</w:t>
      </w:r>
      <w:r w:rsidR="00FD6C7B">
        <w:rPr>
          <w:rStyle w:val="Tun"/>
          <w:b w:val="0"/>
        </w:rPr>
        <w:t xml:space="preserve"> č. 11 </w:t>
      </w:r>
      <w:r w:rsidR="00343A43">
        <w:rPr>
          <w:rStyle w:val="Tun"/>
          <w:b w:val="0"/>
        </w:rPr>
        <w:t xml:space="preserve">a 12 </w:t>
      </w:r>
      <w:r w:rsidR="00FD6C7B">
        <w:rPr>
          <w:rStyle w:val="Tun"/>
          <w:b w:val="0"/>
        </w:rPr>
        <w:t>této Smlouvy.</w:t>
      </w:r>
    </w:p>
    <w:p w14:paraId="4FB98B4A" w14:textId="63B4668D" w:rsidR="00BE7F36" w:rsidRDefault="00BE7F36" w:rsidP="002C6C11">
      <w:pPr>
        <w:pStyle w:val="Text1-2"/>
        <w:rPr>
          <w:rStyle w:val="Tun"/>
          <w:b w:val="0"/>
        </w:rPr>
      </w:pPr>
      <w:r>
        <w:rPr>
          <w:rStyle w:val="Tun"/>
          <w:b w:val="0"/>
        </w:rPr>
        <w:t xml:space="preserve">Zhotovitel je povinen umožnit </w:t>
      </w:r>
      <w:r w:rsidR="00355475">
        <w:rPr>
          <w:rStyle w:val="Tun"/>
          <w:b w:val="0"/>
        </w:rPr>
        <w:t>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09EF3857" w14:textId="101C2404" w:rsidR="0029677D" w:rsidRDefault="0029677D" w:rsidP="0029677D">
      <w:pPr>
        <w:pStyle w:val="Nadpis1-1"/>
        <w:rPr>
          <w:rFonts w:eastAsia="Times New Roman"/>
          <w:lang w:eastAsia="cs-CZ"/>
        </w:rPr>
      </w:pPr>
      <w:r>
        <w:rPr>
          <w:rFonts w:eastAsia="Times New Roman"/>
          <w:lang w:eastAsia="cs-CZ"/>
        </w:rPr>
        <w:t>Střet zájmů, povinnosti Zhotovitele v souvislosti s </w:t>
      </w:r>
      <w:r w:rsidR="008D0757">
        <w:rPr>
          <w:lang w:eastAsia="cs-CZ"/>
        </w:rPr>
        <w:t>MEZINÁRODNÍMI SANKCEMI</w:t>
      </w:r>
    </w:p>
    <w:p w14:paraId="395108B8" w14:textId="0B02B34E" w:rsidR="0029677D" w:rsidRPr="0029677D" w:rsidRDefault="0029677D" w:rsidP="0029677D">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46534F">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095A5B8F" w14:textId="098A57D5" w:rsidR="0029677D" w:rsidRPr="0029677D" w:rsidRDefault="0029677D" w:rsidP="00261C90">
      <w:pPr>
        <w:pStyle w:val="Text1-1"/>
      </w:pPr>
      <w:r w:rsidRPr="0029677D">
        <w:t>Zhotovitel prohlašuje, že on, ani žádný z jeho poddodavatelů nebo jiných osob, jejichž způsobilost byla využita ve smyslu evropských směrnic o zadávání veřejných zakázek, nejsou osobami</w:t>
      </w:r>
      <w:r w:rsidR="008D0757">
        <w:t>, na které se vztahuje zákaz zadání veřejné zakázky, pokud je to v rozporu s mezinárodními sankcemi podle zákona upravujícího provádění mezinárodních sankcí; právní úprava dle § 48a ZZVZ se použije analogicky.</w:t>
      </w:r>
    </w:p>
    <w:p w14:paraId="6A7727F5" w14:textId="08011BA7" w:rsidR="0029677D" w:rsidRPr="0029677D" w:rsidRDefault="0029677D" w:rsidP="0029677D">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7844C5E1" w14:textId="77777777" w:rsidR="0029677D" w:rsidRPr="0029677D" w:rsidRDefault="0029677D" w:rsidP="0029677D">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1684DD1" w14:textId="77777777" w:rsidR="0029677D" w:rsidRPr="0029677D" w:rsidRDefault="0029677D" w:rsidP="0029677D">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97DEED2" w14:textId="1B5829E6" w:rsidR="0029677D" w:rsidRPr="0029677D" w:rsidRDefault="0029677D" w:rsidP="0029677D">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8D0757">
        <w:t>s</w:t>
      </w:r>
      <w:r w:rsidRPr="0029677D">
        <w:t>ankčních seznamech, nebo v jejich prospěch.</w:t>
      </w:r>
    </w:p>
    <w:p w14:paraId="0F3FA1FE" w14:textId="3965F22A" w:rsidR="0029677D" w:rsidRPr="0029677D" w:rsidRDefault="0029677D" w:rsidP="0029677D">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F87F4A">
        <w:t>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62524F85"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74516D8" w14:textId="063E5B03" w:rsidR="00214C3E" w:rsidRDefault="001234EA" w:rsidP="00F87F4A">
      <w:pPr>
        <w:pStyle w:val="Text1-1"/>
      </w:pPr>
      <w:r w:rsidRPr="00F87F4A">
        <w:t>Tato Smlouva je vyhotovena elektronicky a podepsána zaručeným elektronickým podpisem založeným na kvalifikovaném certifikátu pro elektronický podpis nebo kvalifikovaným elektronickým podpisem</w:t>
      </w:r>
      <w:r w:rsidRPr="00B16250">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57B0F645" w:rsidR="00214C3E" w:rsidRPr="00F97DBD" w:rsidRDefault="00214C3E" w:rsidP="00455575">
            <w:pPr>
              <w:pStyle w:val="Textbezslovn"/>
            </w:pPr>
            <w:r w:rsidRPr="00F97DBD">
              <w:t xml:space="preserve">Obchodní podmínky </w:t>
            </w:r>
          </w:p>
        </w:tc>
      </w:tr>
      <w:bookmarkStart w:id="3"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5CC457C6" w14:textId="77777777" w:rsidR="00214C3E" w:rsidRPr="00F97DBD" w:rsidRDefault="00214C3E" w:rsidP="00CF5865">
            <w:pPr>
              <w:pStyle w:val="Textbezslovn"/>
              <w:jc w:val="left"/>
            </w:pPr>
            <w:r w:rsidRPr="00F97DBD">
              <w:t xml:space="preserve">Technické podmínky: </w:t>
            </w:r>
            <w:r w:rsidRPr="00F97DBD">
              <w:br/>
              <w:t xml:space="preserve">a) Technické kvalitativní podmínky staveb státních drah (TKP Staveb) </w:t>
            </w:r>
          </w:p>
          <w:p w14:paraId="7E2DE6AE" w14:textId="2C5795FB" w:rsidR="00214C3E" w:rsidRPr="00F97DBD" w:rsidRDefault="007A418E" w:rsidP="00455575">
            <w:pPr>
              <w:pStyle w:val="Textbezslovn"/>
            </w:pPr>
            <w:r>
              <w:t>b</w:t>
            </w:r>
            <w:r w:rsidR="00214C3E" w:rsidRPr="00F97DBD">
              <w:t xml:space="preserve">) Zvláštní technické podmínky </w:t>
            </w:r>
          </w:p>
        </w:tc>
      </w:tr>
      <w:bookmarkStart w:id="4"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0F53CA4E" w:rsidR="00214C3E" w:rsidRPr="00F97DBD" w:rsidRDefault="00214C3E" w:rsidP="00214C3E">
            <w:pPr>
              <w:pStyle w:val="Textbezslovn"/>
            </w:pPr>
            <w:r w:rsidRPr="00F97DBD">
              <w:t>Související dokumenty</w:t>
            </w:r>
            <w:r w:rsidR="00455575">
              <w:t xml:space="preserve"> - neobsazeno</w:t>
            </w:r>
          </w:p>
        </w:tc>
      </w:tr>
      <w:bookmarkStart w:id="5"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7"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8"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EB6C0B"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39113FD2" w14:textId="77777777" w:rsidR="00C22C7F" w:rsidRDefault="00C22C7F" w:rsidP="00214C3E">
            <w:pPr>
              <w:pStyle w:val="Textbezslovn"/>
              <w:rPr>
                <w:u w:val="single"/>
              </w:rPr>
            </w:pPr>
          </w:p>
          <w:p w14:paraId="57BD09D9" w14:textId="77777777" w:rsidR="00C22C7F" w:rsidRDefault="00C22C7F" w:rsidP="00214C3E">
            <w:pPr>
              <w:pStyle w:val="Textbezslovn"/>
              <w:rPr>
                <w:u w:val="single"/>
              </w:rPr>
            </w:pPr>
          </w:p>
          <w:p w14:paraId="0011D878" w14:textId="77777777" w:rsidR="00C22C7F" w:rsidRDefault="00C22C7F" w:rsidP="00214C3E">
            <w:pPr>
              <w:pStyle w:val="Textbezslovn"/>
              <w:rPr>
                <w:u w:val="single"/>
              </w:rPr>
            </w:pPr>
          </w:p>
          <w:p w14:paraId="1A43A2C4" w14:textId="77777777" w:rsidR="00C22C7F" w:rsidRDefault="00C22C7F" w:rsidP="00214C3E">
            <w:pPr>
              <w:pStyle w:val="Textbezslovn"/>
              <w:rPr>
                <w:u w:val="single"/>
              </w:rPr>
            </w:pPr>
          </w:p>
          <w:p w14:paraId="60A77A82" w14:textId="77777777" w:rsidR="00C22C7F" w:rsidRDefault="00C22C7F" w:rsidP="00214C3E">
            <w:pPr>
              <w:pStyle w:val="Textbezslovn"/>
              <w:rPr>
                <w:u w:val="single"/>
              </w:rPr>
            </w:pPr>
          </w:p>
          <w:p w14:paraId="61F9240A" w14:textId="77777777" w:rsidR="00C22C7F" w:rsidRDefault="00C22C7F" w:rsidP="00214C3E">
            <w:pPr>
              <w:pStyle w:val="Textbezslovn"/>
              <w:rPr>
                <w:u w:val="single"/>
              </w:rPr>
            </w:pPr>
          </w:p>
          <w:p w14:paraId="43D1B176" w14:textId="77777777" w:rsidR="00C22C7F" w:rsidRDefault="00C22C7F" w:rsidP="00214C3E">
            <w:pPr>
              <w:pStyle w:val="Textbezslovn"/>
              <w:rPr>
                <w:u w:val="single"/>
              </w:rPr>
            </w:pPr>
          </w:p>
          <w:p w14:paraId="7823AA63" w14:textId="77777777" w:rsidR="00C22C7F" w:rsidRDefault="00C22C7F" w:rsidP="00214C3E">
            <w:pPr>
              <w:pStyle w:val="Textbezslovn"/>
              <w:rPr>
                <w:u w:val="single"/>
              </w:rPr>
            </w:pPr>
          </w:p>
          <w:p w14:paraId="55E61D8D" w14:textId="77777777" w:rsidR="00C22C7F" w:rsidRDefault="00C22C7F" w:rsidP="00214C3E">
            <w:pPr>
              <w:pStyle w:val="Textbezslovn"/>
              <w:rPr>
                <w:u w:val="single"/>
              </w:rPr>
            </w:pPr>
          </w:p>
          <w:p w14:paraId="1AB54F89" w14:textId="77777777" w:rsidR="00C22C7F" w:rsidRDefault="00C22C7F" w:rsidP="00214C3E">
            <w:pPr>
              <w:pStyle w:val="Textbezslovn"/>
              <w:rPr>
                <w:u w:val="single"/>
              </w:rPr>
            </w:pPr>
          </w:p>
          <w:p w14:paraId="074D16E3" w14:textId="77777777" w:rsidR="00C22C7F" w:rsidRDefault="00C22C7F" w:rsidP="00214C3E">
            <w:pPr>
              <w:pStyle w:val="Textbezslovn"/>
              <w:rPr>
                <w:u w:val="single"/>
              </w:rPr>
            </w:pPr>
          </w:p>
          <w:p w14:paraId="2EEB5BDB" w14:textId="77777777" w:rsidR="00C22C7F" w:rsidRDefault="00C22C7F" w:rsidP="00214C3E">
            <w:pPr>
              <w:pStyle w:val="Textbezslovn"/>
              <w:rPr>
                <w:u w:val="single"/>
              </w:rPr>
            </w:pPr>
          </w:p>
          <w:p w14:paraId="18B13266" w14:textId="77777777" w:rsidR="00C22C7F" w:rsidRDefault="00C22C7F" w:rsidP="00214C3E">
            <w:pPr>
              <w:pStyle w:val="Textbezslovn"/>
              <w:rPr>
                <w:u w:val="single"/>
              </w:rPr>
            </w:pPr>
          </w:p>
          <w:p w14:paraId="06C8F40E" w14:textId="4DA0462E"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1162BB4D" w14:textId="77777777" w:rsidR="00C22C7F" w:rsidRDefault="00C22C7F" w:rsidP="00214C3E">
            <w:pPr>
              <w:pStyle w:val="Textbezslovn"/>
            </w:pPr>
          </w:p>
          <w:p w14:paraId="48BDCFDD" w14:textId="77777777" w:rsidR="00C22C7F" w:rsidRDefault="00C22C7F" w:rsidP="00214C3E">
            <w:pPr>
              <w:pStyle w:val="Textbezslovn"/>
            </w:pPr>
          </w:p>
          <w:p w14:paraId="1B0E2B61" w14:textId="77777777" w:rsidR="00C22C7F" w:rsidRDefault="00C22C7F" w:rsidP="00214C3E">
            <w:pPr>
              <w:pStyle w:val="Textbezslovn"/>
            </w:pPr>
          </w:p>
          <w:p w14:paraId="744C0544" w14:textId="77777777" w:rsidR="00C22C7F" w:rsidRDefault="00C22C7F" w:rsidP="00214C3E">
            <w:pPr>
              <w:pStyle w:val="Textbezslovn"/>
            </w:pPr>
          </w:p>
          <w:p w14:paraId="4CC9EDE5" w14:textId="77777777" w:rsidR="00C22C7F" w:rsidRDefault="00C22C7F" w:rsidP="00214C3E">
            <w:pPr>
              <w:pStyle w:val="Textbezslovn"/>
            </w:pPr>
          </w:p>
          <w:p w14:paraId="220AF053" w14:textId="77777777" w:rsidR="00C22C7F" w:rsidRDefault="00C22C7F" w:rsidP="00214C3E">
            <w:pPr>
              <w:pStyle w:val="Textbezslovn"/>
            </w:pPr>
          </w:p>
          <w:p w14:paraId="6FC84061" w14:textId="77777777" w:rsidR="00C22C7F" w:rsidRDefault="00C22C7F" w:rsidP="00214C3E">
            <w:pPr>
              <w:pStyle w:val="Textbezslovn"/>
            </w:pPr>
          </w:p>
          <w:p w14:paraId="5F6909BB" w14:textId="77777777" w:rsidR="00C22C7F" w:rsidRDefault="00C22C7F" w:rsidP="00214C3E">
            <w:pPr>
              <w:pStyle w:val="Textbezslovn"/>
            </w:pPr>
          </w:p>
          <w:p w14:paraId="425E403B" w14:textId="77777777" w:rsidR="00C22C7F" w:rsidRDefault="00C22C7F" w:rsidP="00214C3E">
            <w:pPr>
              <w:pStyle w:val="Textbezslovn"/>
            </w:pPr>
          </w:p>
          <w:p w14:paraId="1B27959F" w14:textId="77777777" w:rsidR="00C22C7F" w:rsidRDefault="00C22C7F" w:rsidP="00214C3E">
            <w:pPr>
              <w:pStyle w:val="Textbezslovn"/>
            </w:pPr>
          </w:p>
          <w:p w14:paraId="1F15F732" w14:textId="77777777" w:rsidR="00C22C7F" w:rsidRDefault="00C22C7F" w:rsidP="00214C3E">
            <w:pPr>
              <w:pStyle w:val="Textbezslovn"/>
            </w:pPr>
          </w:p>
          <w:p w14:paraId="3DB60C11" w14:textId="77777777" w:rsidR="00C22C7F" w:rsidRDefault="00C22C7F" w:rsidP="00214C3E">
            <w:pPr>
              <w:pStyle w:val="Textbezslovn"/>
            </w:pPr>
          </w:p>
          <w:p w14:paraId="04820E5E" w14:textId="77777777" w:rsidR="00C22C7F" w:rsidRDefault="00C22C7F" w:rsidP="00214C3E">
            <w:pPr>
              <w:pStyle w:val="Textbezslovn"/>
            </w:pPr>
          </w:p>
          <w:p w14:paraId="66476685" w14:textId="075FE287" w:rsidR="00343A43" w:rsidRDefault="00343A43" w:rsidP="00214C3E">
            <w:pPr>
              <w:pStyle w:val="Textbezslovn"/>
            </w:pPr>
            <w:r w:rsidRPr="00FD6C7B">
              <w:t>Závazný vzor evidence zapojení znevýhodněných osob</w:t>
            </w:r>
          </w:p>
        </w:tc>
      </w:tr>
      <w:tr w:rsidR="00343A43" w:rsidRPr="00F97DBD" w14:paraId="45F64328" w14:textId="77777777" w:rsidTr="00FC42D4">
        <w:trPr>
          <w:jc w:val="center"/>
        </w:trPr>
        <w:tc>
          <w:tcPr>
            <w:tcW w:w="2031" w:type="pct"/>
          </w:tcPr>
          <w:p w14:paraId="65E57F63" w14:textId="24699ED6" w:rsidR="00343A43" w:rsidRPr="00214C3E" w:rsidRDefault="00343A43" w:rsidP="00214C3E">
            <w:pPr>
              <w:pStyle w:val="Textbezslovn"/>
              <w:rPr>
                <w:u w:val="single"/>
              </w:rPr>
            </w:pPr>
            <w:r w:rsidRPr="00214C3E">
              <w:rPr>
                <w:u w:val="single"/>
              </w:rPr>
              <w:t>Příloha č</w:t>
            </w:r>
            <w:r>
              <w:rPr>
                <w:u w:val="single"/>
              </w:rPr>
              <w:t>. 12</w:t>
            </w:r>
            <w:r>
              <w:t>:</w:t>
            </w:r>
          </w:p>
        </w:tc>
        <w:tc>
          <w:tcPr>
            <w:tcW w:w="2969" w:type="pct"/>
          </w:tcPr>
          <w:p w14:paraId="3054F2E0" w14:textId="1F7687C0" w:rsidR="00343A43" w:rsidRDefault="00343A43" w:rsidP="00214C3E">
            <w:pPr>
              <w:pStyle w:val="Textbezslovn"/>
            </w:pPr>
            <w:r>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35062CC3" w14:textId="77777777" w:rsidR="00C22C7F" w:rsidRPr="003234B9" w:rsidRDefault="00C22C7F" w:rsidP="00C22C7F">
      <w:pPr>
        <w:spacing w:after="120"/>
        <w:jc w:val="both"/>
      </w:pPr>
      <w:r w:rsidRPr="003234B9">
        <w:t xml:space="preserve">Za Objednatele: </w:t>
      </w:r>
      <w:r w:rsidRPr="003234B9">
        <w:tab/>
      </w:r>
      <w:r w:rsidRPr="003234B9">
        <w:tab/>
      </w:r>
      <w:r w:rsidRPr="003234B9">
        <w:tab/>
      </w:r>
      <w:r w:rsidRPr="003234B9">
        <w:tab/>
      </w:r>
      <w:r w:rsidRPr="003234B9">
        <w:tab/>
      </w:r>
      <w:r>
        <w:tab/>
      </w:r>
      <w:r w:rsidRPr="003234B9">
        <w:t>Za Zhotovitele:</w:t>
      </w:r>
    </w:p>
    <w:p w14:paraId="48F010B4" w14:textId="77777777" w:rsidR="00C22C7F" w:rsidRDefault="00C22C7F" w:rsidP="00C22C7F">
      <w:pPr>
        <w:spacing w:after="120"/>
        <w:jc w:val="both"/>
      </w:pPr>
    </w:p>
    <w:p w14:paraId="3CBD9764" w14:textId="77777777" w:rsidR="00C22C7F" w:rsidRDefault="00C22C7F" w:rsidP="00C22C7F">
      <w:pPr>
        <w:spacing w:after="120"/>
        <w:jc w:val="both"/>
      </w:pPr>
    </w:p>
    <w:p w14:paraId="5065B48A" w14:textId="77777777" w:rsidR="00C22C7F" w:rsidRDefault="00C22C7F" w:rsidP="00C22C7F">
      <w:pPr>
        <w:spacing w:after="120"/>
        <w:jc w:val="both"/>
      </w:pPr>
    </w:p>
    <w:p w14:paraId="68CBEA79" w14:textId="77777777" w:rsidR="00C22C7F" w:rsidRDefault="00C22C7F" w:rsidP="00C22C7F">
      <w:pPr>
        <w:spacing w:after="120"/>
        <w:jc w:val="both"/>
      </w:pPr>
    </w:p>
    <w:p w14:paraId="71EF03B6" w14:textId="77777777" w:rsidR="00C22C7F" w:rsidRPr="003234B9" w:rsidRDefault="00C22C7F" w:rsidP="00C22C7F">
      <w:pPr>
        <w:spacing w:after="120"/>
        <w:jc w:val="both"/>
      </w:pPr>
    </w:p>
    <w:p w14:paraId="796E6290" w14:textId="77777777" w:rsidR="00C22C7F" w:rsidRPr="003234B9" w:rsidRDefault="00C22C7F" w:rsidP="00C22C7F">
      <w:pPr>
        <w:spacing w:after="120"/>
        <w:jc w:val="both"/>
      </w:pPr>
      <w:r w:rsidRPr="003234B9">
        <w:t>…………………………………</w:t>
      </w:r>
      <w:r>
        <w:t>…………</w:t>
      </w:r>
      <w:r w:rsidRPr="003234B9">
        <w:t>……</w:t>
      </w:r>
      <w:r w:rsidRPr="003234B9">
        <w:tab/>
      </w:r>
      <w:r w:rsidRPr="003234B9">
        <w:tab/>
      </w:r>
      <w:r w:rsidRPr="003234B9">
        <w:tab/>
      </w:r>
      <w:r w:rsidRPr="003234B9">
        <w:tab/>
      </w:r>
      <w:r>
        <w:tab/>
      </w:r>
      <w:r w:rsidRPr="003234B9">
        <w:t>……………………</w:t>
      </w:r>
      <w:r>
        <w:t>………..</w:t>
      </w:r>
      <w:r w:rsidRPr="003234B9">
        <w:t>………………</w:t>
      </w:r>
    </w:p>
    <w:p w14:paraId="1AC81B7C" w14:textId="0D2A6451" w:rsidR="00C22C7F" w:rsidRDefault="00C22C7F" w:rsidP="00C22C7F">
      <w:pPr>
        <w:pStyle w:val="Textbezodsazen"/>
        <w:spacing w:after="0"/>
      </w:pPr>
      <w:r>
        <w:t>Ing. Libor Tkáč</w:t>
      </w:r>
      <w:r>
        <w:tab/>
      </w:r>
      <w:r>
        <w:tab/>
      </w:r>
      <w:r>
        <w:tab/>
      </w:r>
      <w:r>
        <w:tab/>
      </w:r>
      <w:r>
        <w:tab/>
      </w:r>
      <w:r>
        <w:tab/>
      </w:r>
      <w:r>
        <w:tab/>
        <w:t>……………………………………………..</w:t>
      </w:r>
    </w:p>
    <w:p w14:paraId="09D3308D" w14:textId="25426100" w:rsidR="00C22C7F" w:rsidRPr="0062686A" w:rsidRDefault="00C22C7F" w:rsidP="00C22C7F">
      <w:pPr>
        <w:pStyle w:val="Textbezodsazen"/>
        <w:spacing w:after="0"/>
      </w:pPr>
      <w:r w:rsidRPr="0062686A">
        <w:t>ředitel Oblastního ředitelství Brno</w:t>
      </w:r>
      <w:r w:rsidRPr="0062686A">
        <w:tab/>
      </w:r>
      <w:r w:rsidRPr="0062686A">
        <w:tab/>
      </w:r>
      <w:r>
        <w:tab/>
      </w:r>
      <w:r>
        <w:tab/>
        <w:t>………………………………………………</w:t>
      </w:r>
    </w:p>
    <w:p w14:paraId="05FA5629" w14:textId="125FCF6F" w:rsidR="00C22C7F" w:rsidRPr="0062686A" w:rsidRDefault="00C22C7F" w:rsidP="00C22C7F">
      <w:pPr>
        <w:spacing w:after="0"/>
        <w:ind w:right="-794"/>
        <w:rPr>
          <w:rFonts w:asciiTheme="majorHAnsi" w:hAnsiTheme="majorHAnsi"/>
        </w:rPr>
      </w:pPr>
      <w:r w:rsidRPr="0062686A">
        <w:t>Správa železnic, státní organizace</w:t>
      </w:r>
      <w:r w:rsidRPr="0062686A">
        <w:rPr>
          <w:rFonts w:asciiTheme="majorHAnsi" w:hAnsiTheme="majorHAnsi"/>
        </w:rPr>
        <w:t xml:space="preserve"> </w:t>
      </w:r>
      <w:r w:rsidRPr="0062686A">
        <w:rPr>
          <w:rFonts w:asciiTheme="majorHAnsi" w:hAnsiTheme="majorHAnsi"/>
        </w:rPr>
        <w:tab/>
      </w:r>
      <w:r w:rsidRPr="0062686A">
        <w:rPr>
          <w:rFonts w:asciiTheme="majorHAnsi" w:hAnsiTheme="majorHAnsi"/>
        </w:rPr>
        <w:tab/>
      </w:r>
      <w:r>
        <w:rPr>
          <w:rFonts w:asciiTheme="majorHAnsi" w:hAnsiTheme="majorHAnsi"/>
        </w:rPr>
        <w:tab/>
      </w:r>
      <w:r>
        <w:rPr>
          <w:rFonts w:asciiTheme="majorHAnsi" w:hAnsiTheme="majorHAnsi"/>
        </w:rPr>
        <w:tab/>
      </w:r>
      <w:r>
        <w:t>……………………………………………..</w:t>
      </w:r>
    </w:p>
    <w:p w14:paraId="3F453C9C" w14:textId="77777777" w:rsidR="00F422D3" w:rsidRDefault="00F422D3" w:rsidP="009F0867">
      <w:pPr>
        <w:pStyle w:val="Textbezodsazen"/>
      </w:pP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t>Příloha č. 1</w:t>
      </w:r>
    </w:p>
    <w:p w14:paraId="7D955345" w14:textId="77777777" w:rsidR="00E463D2" w:rsidRPr="00E463D2" w:rsidRDefault="00E463D2" w:rsidP="00E463D2">
      <w:pPr>
        <w:pStyle w:val="Nadpisbezsl1-2"/>
      </w:pPr>
      <w:r w:rsidRPr="00E463D2">
        <w:t>Obchodní podmínky</w:t>
      </w:r>
    </w:p>
    <w:p w14:paraId="64A8744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t>Příloha č. 2</w:t>
      </w:r>
    </w:p>
    <w:p w14:paraId="14B17A37" w14:textId="77777777" w:rsidR="00FA2BC7" w:rsidRDefault="00FA2BC7" w:rsidP="00FA2BC7">
      <w:pPr>
        <w:pStyle w:val="Nadpisbezsl1-2"/>
      </w:pPr>
      <w:r w:rsidRPr="00F97DBD">
        <w:t xml:space="preserve">Technické podmínky: </w:t>
      </w:r>
    </w:p>
    <w:p w14:paraId="77AA488C" w14:textId="77777777" w:rsidR="00FA2BC7" w:rsidRPr="00F97DBD" w:rsidRDefault="00FA2BC7" w:rsidP="00FA2BC7">
      <w:pPr>
        <w:pStyle w:val="Nadpisbezsl1-2"/>
      </w:pPr>
    </w:p>
    <w:p w14:paraId="5AAE2861" w14:textId="77777777" w:rsidR="00FA2BC7" w:rsidRPr="00F97DBD" w:rsidRDefault="00FA2BC7" w:rsidP="00FA2BC7">
      <w:pPr>
        <w:pStyle w:val="Odstavec1-1a"/>
        <w:numPr>
          <w:ilvl w:val="0"/>
          <w:numId w:val="29"/>
        </w:numPr>
      </w:pPr>
      <w:r w:rsidRPr="00F97DBD">
        <w:t xml:space="preserve">Technické kvalitativní podmínky staveb státních drah (TKP) </w:t>
      </w:r>
    </w:p>
    <w:p w14:paraId="66500573" w14:textId="77777777" w:rsidR="00FA2BC7" w:rsidRDefault="00FA2BC7" w:rsidP="00FA2B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6EE026B" w14:textId="77777777" w:rsidR="00FA2BC7" w:rsidRDefault="00FA2BC7" w:rsidP="00FA2BC7">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13DF7D18" w14:textId="77777777" w:rsidR="00FA2BC7" w:rsidRDefault="00FA2BC7" w:rsidP="00FA2BC7">
      <w:pPr>
        <w:pStyle w:val="Textbezslovn"/>
      </w:pPr>
    </w:p>
    <w:p w14:paraId="5DA2C50A" w14:textId="77777777" w:rsidR="00FA2BC7" w:rsidRPr="004C6377" w:rsidRDefault="00FA2BC7" w:rsidP="00FA2BC7">
      <w:pPr>
        <w:pStyle w:val="Odstavec1-1a"/>
        <w:numPr>
          <w:ilvl w:val="0"/>
          <w:numId w:val="29"/>
        </w:numPr>
      </w:pPr>
      <w:r w:rsidRPr="004C6377">
        <w:t xml:space="preserve">Zvláštní technické podmínky </w:t>
      </w:r>
    </w:p>
    <w:p w14:paraId="486DFC28" w14:textId="77777777" w:rsidR="00FA2BC7" w:rsidRPr="00935FE2" w:rsidRDefault="00FA2BC7" w:rsidP="00FA2BC7">
      <w:pPr>
        <w:spacing w:after="120"/>
        <w:ind w:left="709"/>
        <w:jc w:val="both"/>
      </w:pPr>
      <w:r w:rsidRPr="004C6377">
        <w:t xml:space="preserve">Zhotovitel obdržel Zvláštní technické podmínky společně se zadávací dokumentací   prostřednictvím profilu zadavatele </w:t>
      </w:r>
      <w:r w:rsidRPr="004C6377">
        <w:rPr>
          <w:color w:val="0070C0"/>
        </w:rPr>
        <w:t>https://zakazky.spravazeleznic.cz/</w:t>
      </w:r>
      <w:r w:rsidRPr="004C6377">
        <w:t>, zhotovitel prohlašuje, že Zvláštní technické podmínky mu byly v elektronické podobě předány před podpisem této smlouvy nebo je má jinak k dispozici, že s jejich obsahem je seznámen, a že jejich obsah je pro něj závazný.</w:t>
      </w:r>
    </w:p>
    <w:p w14:paraId="677F3E3F" w14:textId="76542236" w:rsidR="006C0BB6" w:rsidRDefault="006C0BB6"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E463D2">
      <w:pPr>
        <w:pStyle w:val="Nadpisbezsl1-2"/>
      </w:pPr>
      <w:r w:rsidRPr="00F97DBD">
        <w:t>Související dokumenty</w:t>
      </w:r>
    </w:p>
    <w:p w14:paraId="5D9686BB" w14:textId="77777777" w:rsidR="00FA2BC7" w:rsidRPr="009770F2" w:rsidRDefault="00FA2BC7" w:rsidP="00FA2BC7">
      <w:pPr>
        <w:pStyle w:val="Odrka1-2-"/>
        <w:numPr>
          <w:ilvl w:val="0"/>
          <w:numId w:val="0"/>
        </w:numPr>
        <w:sectPr w:rsidR="00FA2BC7" w:rsidRPr="009770F2" w:rsidSect="004E70C8">
          <w:footerReference w:type="default" r:id="rId24"/>
          <w:pgSz w:w="11906" w:h="16838" w:code="9"/>
          <w:pgMar w:top="1417" w:right="1417" w:bottom="1417" w:left="1417" w:header="595" w:footer="624" w:gutter="652"/>
          <w:pgNumType w:start="1"/>
          <w:cols w:space="708"/>
          <w:docGrid w:linePitch="360"/>
        </w:sectPr>
      </w:pPr>
      <w:r w:rsidRPr="009770F2">
        <w:t>Neobsazeno.</w:t>
      </w:r>
    </w:p>
    <w:p w14:paraId="4F63B36F" w14:textId="77777777" w:rsidR="00E463D2" w:rsidRPr="00F97DBD" w:rsidRDefault="00E463D2" w:rsidP="00E463D2">
      <w:pPr>
        <w:pStyle w:val="Nadpisbezsl1-1"/>
      </w:pPr>
      <w:r w:rsidRPr="00F97DBD">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4937D551" w14:textId="77777777" w:rsidR="00E463D2" w:rsidRDefault="00E463D2" w:rsidP="00E463D2">
      <w:pPr>
        <w:spacing w:after="0"/>
        <w:rPr>
          <w:b/>
          <w:bCs/>
          <w:sz w:val="20"/>
          <w:szCs w:val="20"/>
          <w:highlight w:val="green"/>
        </w:rPr>
      </w:pPr>
    </w:p>
    <w:p w14:paraId="786A1763" w14:textId="1519A6F1" w:rsidR="00E463D2" w:rsidRPr="00F97DBD" w:rsidRDefault="00E463D2" w:rsidP="009032FF">
      <w:pPr>
        <w:pStyle w:val="Odrka1-1"/>
        <w:numPr>
          <w:ilvl w:val="0"/>
          <w:numId w:val="0"/>
        </w:numPr>
        <w:ind w:left="737"/>
        <w:rPr>
          <w:b/>
          <w:bCs/>
        </w:rPr>
      </w:pPr>
    </w:p>
    <w:p w14:paraId="1910227C"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t>Příloha č. 6</w:t>
      </w:r>
    </w:p>
    <w:p w14:paraId="4B98B504" w14:textId="77777777" w:rsidR="00502690" w:rsidRPr="00B26902" w:rsidRDefault="00502690" w:rsidP="00F762A8">
      <w:pPr>
        <w:pStyle w:val="Nadpisbezsl1-2"/>
      </w:pPr>
      <w:r>
        <w:t>Oprávněné osoby</w:t>
      </w:r>
    </w:p>
    <w:p w14:paraId="3C65374A" w14:textId="75E52CC9" w:rsidR="00502690" w:rsidRDefault="00502690" w:rsidP="00502690">
      <w:pPr>
        <w:pStyle w:val="Textbezodsazen"/>
      </w:pP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4A75B9" w:rsidRDefault="00ED29F1" w:rsidP="00ED29F1">
      <w:pPr>
        <w:pStyle w:val="Nadpistabulky"/>
        <w:rPr>
          <w:rFonts w:asciiTheme="minorHAnsi" w:hAnsiTheme="minorHAnsi"/>
          <w:sz w:val="18"/>
          <w:szCs w:val="18"/>
        </w:rPr>
      </w:pPr>
      <w:r w:rsidRPr="004A75B9">
        <w:rPr>
          <w:rFonts w:asciiTheme="minorHAnsi" w:hAnsiTheme="minorHAnsi"/>
          <w:sz w:val="18"/>
          <w:szCs w:val="18"/>
        </w:rPr>
        <w:t xml:space="preserve">Ve věcech </w:t>
      </w:r>
      <w:r w:rsidRPr="004A75B9">
        <w:rPr>
          <w:sz w:val="18"/>
          <w:szCs w:val="18"/>
        </w:rPr>
        <w:t>smluvních</w:t>
      </w:r>
      <w:r w:rsidRPr="004A75B9">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FA2BC7" w:rsidRPr="004A75B9" w14:paraId="7F68E6B1" w14:textId="77777777" w:rsidTr="00FA2BC7">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FA2BC7" w:rsidRPr="004A75B9" w:rsidRDefault="00FA2BC7" w:rsidP="00FA2BC7">
            <w:pPr>
              <w:pStyle w:val="Tabulka"/>
              <w:rPr>
                <w:rStyle w:val="Nadpisvtabulce"/>
              </w:rPr>
            </w:pPr>
            <w:r w:rsidRPr="004A75B9">
              <w:rPr>
                <w:rStyle w:val="Nadpisvtabulce"/>
              </w:rPr>
              <w:t>Jméno a příjmení</w:t>
            </w:r>
          </w:p>
        </w:tc>
        <w:tc>
          <w:tcPr>
            <w:tcW w:w="5812" w:type="dxa"/>
          </w:tcPr>
          <w:p w14:paraId="006233D3" w14:textId="607FF807" w:rsidR="00FA2BC7" w:rsidRPr="004A75B9" w:rsidRDefault="00FA2BC7" w:rsidP="00FA2BC7">
            <w:pPr>
              <w:pStyle w:val="Tabulka"/>
              <w:cnfStyle w:val="100000000000" w:firstRow="1" w:lastRow="0" w:firstColumn="0" w:lastColumn="0" w:oddVBand="0" w:evenVBand="0" w:oddHBand="0" w:evenHBand="0" w:firstRowFirstColumn="0" w:firstRowLastColumn="0" w:lastRowFirstColumn="0" w:lastRowLastColumn="0"/>
            </w:pPr>
            <w:r w:rsidRPr="004A75B9">
              <w:rPr>
                <w:sz w:val="18"/>
              </w:rPr>
              <w:t>Ing. Libor Tkáč, MBA</w:t>
            </w:r>
          </w:p>
        </w:tc>
      </w:tr>
      <w:tr w:rsidR="00FA2BC7" w:rsidRPr="004A75B9" w14:paraId="5F69B773" w14:textId="77777777" w:rsidTr="00FA2BC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FA2BC7" w:rsidRPr="004A75B9" w:rsidRDefault="00FA2BC7" w:rsidP="00FA2BC7">
            <w:pPr>
              <w:pStyle w:val="Tabulka"/>
              <w:rPr>
                <w:sz w:val="18"/>
              </w:rPr>
            </w:pPr>
            <w:r w:rsidRPr="004A75B9">
              <w:rPr>
                <w:sz w:val="18"/>
              </w:rPr>
              <w:t>Adresa</w:t>
            </w:r>
          </w:p>
        </w:tc>
        <w:tc>
          <w:tcPr>
            <w:tcW w:w="5812" w:type="dxa"/>
          </w:tcPr>
          <w:p w14:paraId="69324BFC" w14:textId="285AFE62" w:rsidR="00FA2BC7" w:rsidRPr="004A75B9" w:rsidRDefault="00FA2BC7" w:rsidP="00FA2BC7">
            <w:pPr>
              <w:pStyle w:val="Tabulka"/>
              <w:cnfStyle w:val="000000000000" w:firstRow="0" w:lastRow="0" w:firstColumn="0" w:lastColumn="0" w:oddVBand="0" w:evenVBand="0" w:oddHBand="0" w:evenHBand="0" w:firstRowFirstColumn="0" w:firstRowLastColumn="0" w:lastRowFirstColumn="0" w:lastRowLastColumn="0"/>
            </w:pPr>
            <w:r w:rsidRPr="004A75B9">
              <w:rPr>
                <w:sz w:val="18"/>
              </w:rPr>
              <w:t>Kounicova 26, 611 43 Brno</w:t>
            </w:r>
          </w:p>
        </w:tc>
      </w:tr>
      <w:tr w:rsidR="00FA2BC7" w:rsidRPr="004A75B9" w14:paraId="22B08959" w14:textId="77777777" w:rsidTr="00FA2BC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FA2BC7" w:rsidRPr="004A75B9" w:rsidRDefault="00FA2BC7" w:rsidP="00FA2BC7">
            <w:pPr>
              <w:pStyle w:val="Tabulka"/>
              <w:rPr>
                <w:sz w:val="18"/>
              </w:rPr>
            </w:pPr>
            <w:r w:rsidRPr="004A75B9">
              <w:rPr>
                <w:sz w:val="18"/>
              </w:rPr>
              <w:t>E-mail</w:t>
            </w:r>
          </w:p>
        </w:tc>
        <w:tc>
          <w:tcPr>
            <w:tcW w:w="5812" w:type="dxa"/>
          </w:tcPr>
          <w:p w14:paraId="3376DC49" w14:textId="45DDC746" w:rsidR="00FA2BC7" w:rsidRPr="004A75B9" w:rsidRDefault="00FA2BC7" w:rsidP="00FA2BC7">
            <w:pPr>
              <w:pStyle w:val="Tabulka"/>
              <w:cnfStyle w:val="000000000000" w:firstRow="0" w:lastRow="0" w:firstColumn="0" w:lastColumn="0" w:oddVBand="0" w:evenVBand="0" w:oddHBand="0" w:evenHBand="0" w:firstRowFirstColumn="0" w:firstRowLastColumn="0" w:lastRowFirstColumn="0" w:lastRowLastColumn="0"/>
            </w:pPr>
            <w:r w:rsidRPr="004A75B9">
              <w:rPr>
                <w:sz w:val="18"/>
              </w:rPr>
              <w:t>ORBNOsek@spravazeleznic.cz</w:t>
            </w:r>
          </w:p>
        </w:tc>
      </w:tr>
      <w:tr w:rsidR="00FA2BC7" w:rsidRPr="004A75B9" w14:paraId="443C7147" w14:textId="77777777" w:rsidTr="00FA2BC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FA2BC7" w:rsidRPr="004A75B9" w:rsidRDefault="00FA2BC7" w:rsidP="00FA2BC7">
            <w:pPr>
              <w:pStyle w:val="Tabulka"/>
              <w:rPr>
                <w:sz w:val="18"/>
              </w:rPr>
            </w:pPr>
            <w:r w:rsidRPr="004A75B9">
              <w:rPr>
                <w:sz w:val="18"/>
              </w:rPr>
              <w:t>Telefon</w:t>
            </w:r>
          </w:p>
        </w:tc>
        <w:tc>
          <w:tcPr>
            <w:tcW w:w="5812" w:type="dxa"/>
          </w:tcPr>
          <w:p w14:paraId="478AF851" w14:textId="6832A1D1" w:rsidR="00FA2BC7" w:rsidRPr="004A75B9" w:rsidRDefault="00FA2BC7" w:rsidP="00FA2BC7">
            <w:pPr>
              <w:pStyle w:val="Tabulka"/>
              <w:cnfStyle w:val="000000000000" w:firstRow="0" w:lastRow="0" w:firstColumn="0" w:lastColumn="0" w:oddVBand="0" w:evenVBand="0" w:oddHBand="0" w:evenHBand="0" w:firstRowFirstColumn="0" w:firstRowLastColumn="0" w:lastRowFirstColumn="0" w:lastRowLastColumn="0"/>
            </w:pPr>
            <w:r w:rsidRPr="004A75B9">
              <w:rPr>
                <w:sz w:val="18"/>
              </w:rPr>
              <w:t>+420 972 621 009</w:t>
            </w:r>
          </w:p>
        </w:tc>
      </w:tr>
    </w:tbl>
    <w:p w14:paraId="5DD27C05" w14:textId="77777777" w:rsidR="00ED29F1" w:rsidRPr="004A75B9" w:rsidRDefault="00ED29F1" w:rsidP="00ED29F1">
      <w:pPr>
        <w:pStyle w:val="Textbezodsazen"/>
      </w:pPr>
    </w:p>
    <w:p w14:paraId="6EECB3BD" w14:textId="77777777" w:rsidR="00ED29F1" w:rsidRPr="004A75B9" w:rsidRDefault="00ED29F1" w:rsidP="00ED29F1">
      <w:pPr>
        <w:pStyle w:val="Nadpistabulky"/>
        <w:rPr>
          <w:rFonts w:asciiTheme="minorHAnsi" w:hAnsiTheme="minorHAnsi"/>
          <w:sz w:val="18"/>
          <w:szCs w:val="18"/>
        </w:rPr>
      </w:pPr>
      <w:r w:rsidRPr="004A75B9">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FA2BC7" w:rsidRPr="004A75B9" w14:paraId="37C05DBE" w14:textId="77777777" w:rsidTr="00FA2BC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FA2BC7" w:rsidRPr="004A75B9" w:rsidRDefault="00FA2BC7" w:rsidP="00FA2BC7">
            <w:pPr>
              <w:pStyle w:val="Tabulka"/>
              <w:rPr>
                <w:rStyle w:val="Nadpisvtabulce"/>
                <w:b w:val="0"/>
              </w:rPr>
            </w:pPr>
            <w:r w:rsidRPr="004A75B9">
              <w:rPr>
                <w:rStyle w:val="Nadpisvtabulce"/>
                <w:b w:val="0"/>
              </w:rPr>
              <w:t>Jméno a příjmení</w:t>
            </w:r>
          </w:p>
        </w:tc>
        <w:tc>
          <w:tcPr>
            <w:tcW w:w="5812" w:type="dxa"/>
            <w:vAlign w:val="center"/>
          </w:tcPr>
          <w:p w14:paraId="704AE4AD" w14:textId="6195A6B5" w:rsidR="00FA2BC7" w:rsidRPr="004A75B9" w:rsidRDefault="00FA2BC7" w:rsidP="00FA2BC7">
            <w:pPr>
              <w:pStyle w:val="Tabulka"/>
              <w:cnfStyle w:val="100000000000" w:firstRow="1" w:lastRow="0" w:firstColumn="0" w:lastColumn="0" w:oddVBand="0" w:evenVBand="0" w:oddHBand="0" w:evenHBand="0" w:firstRowFirstColumn="0" w:firstRowLastColumn="0" w:lastRowFirstColumn="0" w:lastRowLastColumn="0"/>
            </w:pPr>
            <w:r w:rsidRPr="004A75B9">
              <w:rPr>
                <w:sz w:val="18"/>
              </w:rPr>
              <w:t>Ing. Václav Mrtka</w:t>
            </w:r>
          </w:p>
        </w:tc>
      </w:tr>
      <w:tr w:rsidR="00FA2BC7" w:rsidRPr="004A75B9" w14:paraId="04DB5537" w14:textId="77777777" w:rsidTr="00FA2BC7">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FA2BC7" w:rsidRPr="004A75B9" w:rsidRDefault="00FA2BC7" w:rsidP="00FA2BC7">
            <w:pPr>
              <w:pStyle w:val="Tabulka"/>
              <w:rPr>
                <w:sz w:val="18"/>
              </w:rPr>
            </w:pPr>
            <w:r w:rsidRPr="004A75B9">
              <w:rPr>
                <w:sz w:val="18"/>
              </w:rPr>
              <w:t>Adresa</w:t>
            </w:r>
          </w:p>
        </w:tc>
        <w:tc>
          <w:tcPr>
            <w:tcW w:w="5812" w:type="dxa"/>
            <w:vAlign w:val="center"/>
          </w:tcPr>
          <w:p w14:paraId="45294AE4" w14:textId="77777777" w:rsidR="00FA2BC7" w:rsidRPr="004A75B9" w:rsidRDefault="00FA2BC7" w:rsidP="00FA2BC7">
            <w:pPr>
              <w:pStyle w:val="Tabulka"/>
              <w:cnfStyle w:val="000000000000" w:firstRow="0" w:lastRow="0" w:firstColumn="0" w:lastColumn="0" w:oddVBand="0" w:evenVBand="0" w:oddHBand="0" w:evenHBand="0" w:firstRowFirstColumn="0" w:firstRowLastColumn="0" w:lastRowFirstColumn="0" w:lastRowLastColumn="0"/>
              <w:rPr>
                <w:sz w:val="18"/>
              </w:rPr>
            </w:pPr>
            <w:r w:rsidRPr="004A75B9">
              <w:rPr>
                <w:sz w:val="18"/>
              </w:rPr>
              <w:t xml:space="preserve">Správa železnic, státní organizace, OŘ Brno, Pávovská 2a, </w:t>
            </w:r>
          </w:p>
          <w:p w14:paraId="4FA48B80" w14:textId="5C2ADE33" w:rsidR="00FA2BC7" w:rsidRPr="004A75B9" w:rsidRDefault="00FA2BC7" w:rsidP="00FA2BC7">
            <w:pPr>
              <w:pStyle w:val="Tabulka"/>
              <w:cnfStyle w:val="000000000000" w:firstRow="0" w:lastRow="0" w:firstColumn="0" w:lastColumn="0" w:oddVBand="0" w:evenVBand="0" w:oddHBand="0" w:evenHBand="0" w:firstRowFirstColumn="0" w:firstRowLastColumn="0" w:lastRowFirstColumn="0" w:lastRowLastColumn="0"/>
            </w:pPr>
            <w:r w:rsidRPr="004A75B9">
              <w:rPr>
                <w:sz w:val="18"/>
              </w:rPr>
              <w:t>586 01 Jihlava</w:t>
            </w:r>
          </w:p>
        </w:tc>
      </w:tr>
      <w:tr w:rsidR="00FA2BC7" w:rsidRPr="004A75B9" w14:paraId="1A9500D2" w14:textId="77777777" w:rsidTr="00FA2BC7">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FA2BC7" w:rsidRPr="004A75B9" w:rsidRDefault="00FA2BC7" w:rsidP="00FA2BC7">
            <w:pPr>
              <w:pStyle w:val="Tabulka"/>
              <w:rPr>
                <w:sz w:val="18"/>
              </w:rPr>
            </w:pPr>
            <w:r w:rsidRPr="004A75B9">
              <w:rPr>
                <w:sz w:val="18"/>
              </w:rPr>
              <w:t>E-mail</w:t>
            </w:r>
          </w:p>
        </w:tc>
        <w:tc>
          <w:tcPr>
            <w:tcW w:w="5812" w:type="dxa"/>
            <w:vAlign w:val="center"/>
          </w:tcPr>
          <w:p w14:paraId="7251DD05" w14:textId="739B2E67" w:rsidR="00FA2BC7" w:rsidRPr="004A75B9" w:rsidRDefault="00FA2BC7" w:rsidP="00FA2BC7">
            <w:pPr>
              <w:pStyle w:val="Tabulka"/>
              <w:cnfStyle w:val="000000000000" w:firstRow="0" w:lastRow="0" w:firstColumn="0" w:lastColumn="0" w:oddVBand="0" w:evenVBand="0" w:oddHBand="0" w:evenHBand="0" w:firstRowFirstColumn="0" w:firstRowLastColumn="0" w:lastRowFirstColumn="0" w:lastRowLastColumn="0"/>
            </w:pPr>
            <w:r w:rsidRPr="004A75B9">
              <w:rPr>
                <w:sz w:val="18"/>
              </w:rPr>
              <w:t>Mrtka@spravazeleznic.cz</w:t>
            </w:r>
          </w:p>
        </w:tc>
      </w:tr>
      <w:tr w:rsidR="00FA2BC7" w:rsidRPr="004A75B9" w14:paraId="23B479A3" w14:textId="77777777" w:rsidTr="00FA2BC7">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FA2BC7" w:rsidRPr="004A75B9" w:rsidRDefault="00FA2BC7" w:rsidP="00FA2BC7">
            <w:pPr>
              <w:pStyle w:val="Tabulka"/>
              <w:rPr>
                <w:sz w:val="18"/>
              </w:rPr>
            </w:pPr>
            <w:r w:rsidRPr="004A75B9">
              <w:rPr>
                <w:sz w:val="18"/>
              </w:rPr>
              <w:t>Telefon</w:t>
            </w:r>
          </w:p>
        </w:tc>
        <w:tc>
          <w:tcPr>
            <w:tcW w:w="5812" w:type="dxa"/>
            <w:vAlign w:val="center"/>
          </w:tcPr>
          <w:p w14:paraId="0D63A8EE" w14:textId="23502A7E" w:rsidR="00FA2BC7" w:rsidRPr="004A75B9" w:rsidRDefault="00FA2BC7" w:rsidP="00FA2BC7">
            <w:pPr>
              <w:pStyle w:val="Tabulka"/>
              <w:cnfStyle w:val="000000000000" w:firstRow="0" w:lastRow="0" w:firstColumn="0" w:lastColumn="0" w:oddVBand="0" w:evenVBand="0" w:oddHBand="0" w:evenHBand="0" w:firstRowFirstColumn="0" w:firstRowLastColumn="0" w:lastRowFirstColumn="0" w:lastRowLastColumn="0"/>
            </w:pPr>
            <w:r w:rsidRPr="004A75B9">
              <w:rPr>
                <w:sz w:val="18"/>
              </w:rPr>
              <w:t>+420 972 646 464</w:t>
            </w:r>
          </w:p>
        </w:tc>
      </w:tr>
    </w:tbl>
    <w:p w14:paraId="5DAB16E3" w14:textId="77777777" w:rsidR="00ED29F1" w:rsidRPr="004A75B9" w:rsidRDefault="00ED29F1" w:rsidP="00ED29F1">
      <w:pPr>
        <w:pStyle w:val="Textbezodsazen"/>
      </w:pPr>
    </w:p>
    <w:p w14:paraId="0799F6E8" w14:textId="77777777" w:rsidR="00ED29F1" w:rsidRPr="004A75B9" w:rsidRDefault="00ED29F1" w:rsidP="00ED29F1">
      <w:pPr>
        <w:pStyle w:val="Nadpistabulky"/>
        <w:rPr>
          <w:rFonts w:asciiTheme="minorHAnsi" w:hAnsiTheme="minorHAnsi"/>
          <w:sz w:val="18"/>
          <w:szCs w:val="18"/>
        </w:rPr>
      </w:pPr>
      <w:r w:rsidRPr="004A75B9">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ED29F1" w:rsidRPr="004A75B9"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4A75B9" w:rsidRDefault="00ED29F1" w:rsidP="005A7872">
            <w:pPr>
              <w:pStyle w:val="Tabulka"/>
              <w:rPr>
                <w:rStyle w:val="Nadpisvtabulce"/>
                <w:b w:val="0"/>
              </w:rPr>
            </w:pPr>
            <w:r w:rsidRPr="004A75B9">
              <w:rPr>
                <w:rStyle w:val="Nadpisvtabulce"/>
                <w:b w:val="0"/>
              </w:rPr>
              <w:t>Jméno a příjmení</w:t>
            </w:r>
          </w:p>
        </w:tc>
        <w:tc>
          <w:tcPr>
            <w:tcW w:w="5812" w:type="dxa"/>
          </w:tcPr>
          <w:p w14:paraId="351EF34D" w14:textId="08EB3C31" w:rsidR="00ED29F1" w:rsidRPr="004A75B9" w:rsidRDefault="00997B23"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4A75B9">
              <w:rPr>
                <w:sz w:val="18"/>
              </w:rPr>
              <w:t>Václav Havelka</w:t>
            </w:r>
          </w:p>
        </w:tc>
      </w:tr>
      <w:tr w:rsidR="00997B23" w:rsidRPr="004A75B9" w14:paraId="372B2283" w14:textId="77777777" w:rsidTr="00A71D6E">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997B23" w:rsidRPr="004A75B9" w:rsidRDefault="00997B23" w:rsidP="00997B23">
            <w:pPr>
              <w:pStyle w:val="Tabulka"/>
              <w:rPr>
                <w:sz w:val="18"/>
              </w:rPr>
            </w:pPr>
            <w:r w:rsidRPr="004A75B9">
              <w:rPr>
                <w:sz w:val="18"/>
              </w:rPr>
              <w:t>Adresa</w:t>
            </w:r>
          </w:p>
        </w:tc>
        <w:tc>
          <w:tcPr>
            <w:tcW w:w="5812" w:type="dxa"/>
            <w:vAlign w:val="center"/>
          </w:tcPr>
          <w:p w14:paraId="33BF32BC" w14:textId="77777777" w:rsidR="00997B23" w:rsidRPr="004A75B9" w:rsidRDefault="00997B23" w:rsidP="00997B23">
            <w:pPr>
              <w:pStyle w:val="Tabulka"/>
              <w:cnfStyle w:val="000000000000" w:firstRow="0" w:lastRow="0" w:firstColumn="0" w:lastColumn="0" w:oddVBand="0" w:evenVBand="0" w:oddHBand="0" w:evenHBand="0" w:firstRowFirstColumn="0" w:firstRowLastColumn="0" w:lastRowFirstColumn="0" w:lastRowLastColumn="0"/>
              <w:rPr>
                <w:sz w:val="18"/>
              </w:rPr>
            </w:pPr>
            <w:r w:rsidRPr="004A75B9">
              <w:rPr>
                <w:sz w:val="18"/>
              </w:rPr>
              <w:t xml:space="preserve">Správa železnic, státní organizace, OŘ Brno, Pávovská 2a, </w:t>
            </w:r>
          </w:p>
          <w:p w14:paraId="5568F927" w14:textId="490A2559" w:rsidR="00997B23" w:rsidRPr="004A75B9" w:rsidRDefault="00997B23" w:rsidP="00997B23">
            <w:pPr>
              <w:pStyle w:val="Tabulka"/>
              <w:cnfStyle w:val="000000000000" w:firstRow="0" w:lastRow="0" w:firstColumn="0" w:lastColumn="0" w:oddVBand="0" w:evenVBand="0" w:oddHBand="0" w:evenHBand="0" w:firstRowFirstColumn="0" w:firstRowLastColumn="0" w:lastRowFirstColumn="0" w:lastRowLastColumn="0"/>
              <w:rPr>
                <w:sz w:val="18"/>
              </w:rPr>
            </w:pPr>
            <w:r w:rsidRPr="004A75B9">
              <w:rPr>
                <w:sz w:val="18"/>
              </w:rPr>
              <w:t>586 01 Jihlava</w:t>
            </w:r>
          </w:p>
        </w:tc>
      </w:tr>
      <w:tr w:rsidR="00997B23" w:rsidRPr="004A75B9" w14:paraId="1941C27A" w14:textId="77777777" w:rsidTr="00A71D6E">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997B23" w:rsidRPr="004A75B9" w:rsidRDefault="00997B23" w:rsidP="00997B23">
            <w:pPr>
              <w:pStyle w:val="Tabulka"/>
              <w:rPr>
                <w:sz w:val="18"/>
              </w:rPr>
            </w:pPr>
            <w:r w:rsidRPr="004A75B9">
              <w:rPr>
                <w:sz w:val="18"/>
              </w:rPr>
              <w:t>E-mail</w:t>
            </w:r>
          </w:p>
        </w:tc>
        <w:tc>
          <w:tcPr>
            <w:tcW w:w="5812" w:type="dxa"/>
            <w:vAlign w:val="center"/>
          </w:tcPr>
          <w:p w14:paraId="4E7FD601" w14:textId="45DF9F19" w:rsidR="00997B23" w:rsidRPr="004A75B9" w:rsidRDefault="00997B23" w:rsidP="00997B23">
            <w:pPr>
              <w:pStyle w:val="Tabulka"/>
              <w:cnfStyle w:val="000000000000" w:firstRow="0" w:lastRow="0" w:firstColumn="0" w:lastColumn="0" w:oddVBand="0" w:evenVBand="0" w:oddHBand="0" w:evenHBand="0" w:firstRowFirstColumn="0" w:firstRowLastColumn="0" w:lastRowFirstColumn="0" w:lastRowLastColumn="0"/>
              <w:rPr>
                <w:sz w:val="18"/>
              </w:rPr>
            </w:pPr>
            <w:r w:rsidRPr="004A75B9">
              <w:rPr>
                <w:sz w:val="18"/>
              </w:rPr>
              <w:t>Havelka@spravazeleznic.cz</w:t>
            </w:r>
          </w:p>
        </w:tc>
      </w:tr>
      <w:tr w:rsidR="00997B23" w:rsidRPr="004A75B9" w14:paraId="21E86E2D" w14:textId="77777777" w:rsidTr="00997B23">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997B23" w:rsidRPr="004A75B9" w:rsidRDefault="00997B23" w:rsidP="00997B23">
            <w:pPr>
              <w:pStyle w:val="Tabulka"/>
              <w:rPr>
                <w:sz w:val="18"/>
              </w:rPr>
            </w:pPr>
            <w:r w:rsidRPr="004A75B9">
              <w:rPr>
                <w:sz w:val="18"/>
              </w:rPr>
              <w:t>Telefon</w:t>
            </w:r>
          </w:p>
        </w:tc>
        <w:tc>
          <w:tcPr>
            <w:tcW w:w="5812" w:type="dxa"/>
            <w:shd w:val="clear" w:color="auto" w:fill="FFFFFF" w:themeFill="background1"/>
            <w:vAlign w:val="center"/>
          </w:tcPr>
          <w:p w14:paraId="2E58DB79" w14:textId="7E6A8B22" w:rsidR="00997B23" w:rsidRPr="004A75B9" w:rsidRDefault="00997B23" w:rsidP="00997B23">
            <w:pPr>
              <w:pStyle w:val="Tabulka"/>
              <w:cnfStyle w:val="000000000000" w:firstRow="0" w:lastRow="0" w:firstColumn="0" w:lastColumn="0" w:oddVBand="0" w:evenVBand="0" w:oddHBand="0" w:evenHBand="0" w:firstRowFirstColumn="0" w:firstRowLastColumn="0" w:lastRowFirstColumn="0" w:lastRowLastColumn="0"/>
              <w:rPr>
                <w:sz w:val="18"/>
              </w:rPr>
            </w:pPr>
            <w:r w:rsidRPr="004A75B9">
              <w:rPr>
                <w:sz w:val="18"/>
              </w:rPr>
              <w:t>+420 646 472 900</w:t>
            </w:r>
          </w:p>
        </w:tc>
      </w:tr>
    </w:tbl>
    <w:p w14:paraId="6CD7772E" w14:textId="0573817F" w:rsidR="00ED29F1" w:rsidRPr="004A75B9"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FA2BC7" w:rsidRPr="004A75B9" w14:paraId="3EA80BF5" w14:textId="77777777" w:rsidTr="00FA2BC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5CE64E" w14:textId="77777777" w:rsidR="00FA2BC7" w:rsidRPr="004A75B9" w:rsidRDefault="00FA2BC7" w:rsidP="00FA2BC7">
            <w:pPr>
              <w:pStyle w:val="Tabulka"/>
              <w:rPr>
                <w:rStyle w:val="Nadpisvtabulce"/>
                <w:b w:val="0"/>
              </w:rPr>
            </w:pPr>
            <w:r w:rsidRPr="004A75B9">
              <w:rPr>
                <w:rStyle w:val="Nadpisvtabulce"/>
                <w:b w:val="0"/>
              </w:rPr>
              <w:t>Jméno a příjmení</w:t>
            </w:r>
          </w:p>
        </w:tc>
        <w:tc>
          <w:tcPr>
            <w:tcW w:w="5812" w:type="dxa"/>
            <w:vAlign w:val="center"/>
          </w:tcPr>
          <w:p w14:paraId="1C02F480" w14:textId="0C52BD56" w:rsidR="00FA2BC7" w:rsidRPr="004A75B9" w:rsidRDefault="00923DE5" w:rsidP="00FA2BC7">
            <w:pPr>
              <w:pStyle w:val="Tabulka"/>
              <w:cnfStyle w:val="100000000000" w:firstRow="1" w:lastRow="0" w:firstColumn="0" w:lastColumn="0" w:oddVBand="0" w:evenVBand="0" w:oddHBand="0" w:evenHBand="0" w:firstRowFirstColumn="0" w:firstRowLastColumn="0" w:lastRowFirstColumn="0" w:lastRowLastColumn="0"/>
            </w:pPr>
            <w:r w:rsidRPr="004A75B9">
              <w:rPr>
                <w:sz w:val="18"/>
              </w:rPr>
              <w:t>Ing. Ondřej Žák</w:t>
            </w:r>
          </w:p>
        </w:tc>
      </w:tr>
      <w:tr w:rsidR="00FA2BC7" w:rsidRPr="004A75B9" w14:paraId="1054B583" w14:textId="77777777" w:rsidTr="00FA2BC7">
        <w:tc>
          <w:tcPr>
            <w:cnfStyle w:val="001000000000" w:firstRow="0" w:lastRow="0" w:firstColumn="1" w:lastColumn="0" w:oddVBand="0" w:evenVBand="0" w:oddHBand="0" w:evenHBand="0" w:firstRowFirstColumn="0" w:firstRowLastColumn="0" w:lastRowFirstColumn="0" w:lastRowLastColumn="0"/>
            <w:tcW w:w="3056" w:type="dxa"/>
          </w:tcPr>
          <w:p w14:paraId="4FDF837B" w14:textId="77777777" w:rsidR="00FA2BC7" w:rsidRPr="004A75B9" w:rsidRDefault="00FA2BC7" w:rsidP="00FA2BC7">
            <w:pPr>
              <w:pStyle w:val="Tabulka"/>
              <w:rPr>
                <w:sz w:val="18"/>
              </w:rPr>
            </w:pPr>
            <w:r w:rsidRPr="004A75B9">
              <w:rPr>
                <w:sz w:val="18"/>
              </w:rPr>
              <w:t>Adresa</w:t>
            </w:r>
          </w:p>
        </w:tc>
        <w:tc>
          <w:tcPr>
            <w:tcW w:w="5812" w:type="dxa"/>
            <w:vAlign w:val="center"/>
          </w:tcPr>
          <w:p w14:paraId="07FB62E3" w14:textId="77777777" w:rsidR="00FA2BC7" w:rsidRPr="004A75B9" w:rsidRDefault="00FA2BC7" w:rsidP="00FA2BC7">
            <w:pPr>
              <w:pStyle w:val="Tabulka"/>
              <w:cnfStyle w:val="000000000000" w:firstRow="0" w:lastRow="0" w:firstColumn="0" w:lastColumn="0" w:oddVBand="0" w:evenVBand="0" w:oddHBand="0" w:evenHBand="0" w:firstRowFirstColumn="0" w:firstRowLastColumn="0" w:lastRowFirstColumn="0" w:lastRowLastColumn="0"/>
              <w:rPr>
                <w:sz w:val="18"/>
              </w:rPr>
            </w:pPr>
            <w:r w:rsidRPr="004A75B9">
              <w:rPr>
                <w:sz w:val="18"/>
              </w:rPr>
              <w:t xml:space="preserve">Správa železnic, státní organizace, OŘ Brno, Pávovská 2a, </w:t>
            </w:r>
          </w:p>
          <w:p w14:paraId="6D1511C9" w14:textId="520D663F" w:rsidR="00FA2BC7" w:rsidRPr="004A75B9" w:rsidRDefault="00FA2BC7" w:rsidP="00FA2BC7">
            <w:pPr>
              <w:pStyle w:val="Tabulka"/>
              <w:cnfStyle w:val="000000000000" w:firstRow="0" w:lastRow="0" w:firstColumn="0" w:lastColumn="0" w:oddVBand="0" w:evenVBand="0" w:oddHBand="0" w:evenHBand="0" w:firstRowFirstColumn="0" w:firstRowLastColumn="0" w:lastRowFirstColumn="0" w:lastRowLastColumn="0"/>
            </w:pPr>
            <w:r w:rsidRPr="004A75B9">
              <w:rPr>
                <w:sz w:val="18"/>
              </w:rPr>
              <w:t>586 01 Jihlava</w:t>
            </w:r>
          </w:p>
        </w:tc>
      </w:tr>
      <w:tr w:rsidR="00FA2BC7" w:rsidRPr="004A75B9" w14:paraId="6FDDA068" w14:textId="77777777" w:rsidTr="00FA2BC7">
        <w:tc>
          <w:tcPr>
            <w:cnfStyle w:val="001000000000" w:firstRow="0" w:lastRow="0" w:firstColumn="1" w:lastColumn="0" w:oddVBand="0" w:evenVBand="0" w:oddHBand="0" w:evenHBand="0" w:firstRowFirstColumn="0" w:firstRowLastColumn="0" w:lastRowFirstColumn="0" w:lastRowLastColumn="0"/>
            <w:tcW w:w="3056" w:type="dxa"/>
          </w:tcPr>
          <w:p w14:paraId="1CC4195D" w14:textId="77777777" w:rsidR="00FA2BC7" w:rsidRPr="004A75B9" w:rsidRDefault="00FA2BC7" w:rsidP="00FA2BC7">
            <w:pPr>
              <w:pStyle w:val="Tabulka"/>
              <w:rPr>
                <w:sz w:val="18"/>
              </w:rPr>
            </w:pPr>
            <w:r w:rsidRPr="004A75B9">
              <w:rPr>
                <w:sz w:val="18"/>
              </w:rPr>
              <w:t>E-mail</w:t>
            </w:r>
          </w:p>
        </w:tc>
        <w:tc>
          <w:tcPr>
            <w:tcW w:w="5812" w:type="dxa"/>
            <w:vAlign w:val="center"/>
          </w:tcPr>
          <w:p w14:paraId="427F57BB" w14:textId="443217FF" w:rsidR="00FA2BC7" w:rsidRPr="004A75B9" w:rsidRDefault="00923DE5" w:rsidP="00FA2BC7">
            <w:pPr>
              <w:pStyle w:val="Tabulka"/>
              <w:cnfStyle w:val="000000000000" w:firstRow="0" w:lastRow="0" w:firstColumn="0" w:lastColumn="0" w:oddVBand="0" w:evenVBand="0" w:oddHBand="0" w:evenHBand="0" w:firstRowFirstColumn="0" w:firstRowLastColumn="0" w:lastRowFirstColumn="0" w:lastRowLastColumn="0"/>
            </w:pPr>
            <w:r w:rsidRPr="004A75B9">
              <w:rPr>
                <w:sz w:val="18"/>
              </w:rPr>
              <w:t>Zako</w:t>
            </w:r>
            <w:r w:rsidR="00FA2BC7" w:rsidRPr="004A75B9">
              <w:rPr>
                <w:sz w:val="18"/>
              </w:rPr>
              <w:t>@spravazeleznic.cz</w:t>
            </w:r>
          </w:p>
        </w:tc>
      </w:tr>
      <w:tr w:rsidR="00FA2BC7" w:rsidRPr="004A75B9" w14:paraId="413A5EA0" w14:textId="77777777" w:rsidTr="00FA2BC7">
        <w:tc>
          <w:tcPr>
            <w:cnfStyle w:val="001000000000" w:firstRow="0" w:lastRow="0" w:firstColumn="1" w:lastColumn="0" w:oddVBand="0" w:evenVBand="0" w:oddHBand="0" w:evenHBand="0" w:firstRowFirstColumn="0" w:firstRowLastColumn="0" w:lastRowFirstColumn="0" w:lastRowLastColumn="0"/>
            <w:tcW w:w="3056" w:type="dxa"/>
          </w:tcPr>
          <w:p w14:paraId="245FBADB" w14:textId="77777777" w:rsidR="00FA2BC7" w:rsidRPr="004A75B9" w:rsidRDefault="00FA2BC7" w:rsidP="00FA2BC7">
            <w:pPr>
              <w:pStyle w:val="Tabulka"/>
              <w:rPr>
                <w:sz w:val="18"/>
              </w:rPr>
            </w:pPr>
            <w:r w:rsidRPr="004A75B9">
              <w:rPr>
                <w:sz w:val="18"/>
              </w:rPr>
              <w:t>Telefon</w:t>
            </w:r>
          </w:p>
        </w:tc>
        <w:tc>
          <w:tcPr>
            <w:tcW w:w="5812" w:type="dxa"/>
            <w:vAlign w:val="center"/>
          </w:tcPr>
          <w:p w14:paraId="2EEBD1BB" w14:textId="375A3752" w:rsidR="00FA2BC7" w:rsidRPr="004A75B9" w:rsidRDefault="00FA2BC7" w:rsidP="00923DE5">
            <w:pPr>
              <w:pStyle w:val="Tabulka"/>
              <w:cnfStyle w:val="000000000000" w:firstRow="0" w:lastRow="0" w:firstColumn="0" w:lastColumn="0" w:oddVBand="0" w:evenVBand="0" w:oddHBand="0" w:evenHBand="0" w:firstRowFirstColumn="0" w:firstRowLastColumn="0" w:lastRowFirstColumn="0" w:lastRowLastColumn="0"/>
            </w:pPr>
            <w:r w:rsidRPr="004A75B9">
              <w:rPr>
                <w:sz w:val="18"/>
              </w:rPr>
              <w:t>+420 972 646 3</w:t>
            </w:r>
            <w:r w:rsidR="00923DE5" w:rsidRPr="004A75B9">
              <w:rPr>
                <w:sz w:val="18"/>
              </w:rPr>
              <w:t>29</w:t>
            </w:r>
          </w:p>
        </w:tc>
      </w:tr>
    </w:tbl>
    <w:p w14:paraId="3B3B8F3F" w14:textId="09AE8BD9" w:rsidR="00FA2BC7" w:rsidRPr="004A75B9" w:rsidRDefault="00FA2BC7" w:rsidP="00ED29F1">
      <w:pPr>
        <w:pStyle w:val="Textbezodsazen"/>
      </w:pPr>
    </w:p>
    <w:tbl>
      <w:tblPr>
        <w:tblStyle w:val="Mkatabulky"/>
        <w:tblW w:w="8868" w:type="dxa"/>
        <w:tblLook w:val="04A0" w:firstRow="1" w:lastRow="0" w:firstColumn="1" w:lastColumn="0" w:noHBand="0" w:noVBand="1"/>
      </w:tblPr>
      <w:tblGrid>
        <w:gridCol w:w="3056"/>
        <w:gridCol w:w="5812"/>
      </w:tblGrid>
      <w:tr w:rsidR="00FA2BC7" w:rsidRPr="004A75B9" w14:paraId="31D6CF6A" w14:textId="77777777" w:rsidTr="00FA2BC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2640E9" w14:textId="77777777" w:rsidR="00FA2BC7" w:rsidRPr="004A75B9" w:rsidRDefault="00FA2BC7" w:rsidP="00FA2BC7">
            <w:pPr>
              <w:pStyle w:val="Tabulka"/>
              <w:rPr>
                <w:rStyle w:val="Nadpisvtabulce"/>
                <w:b w:val="0"/>
              </w:rPr>
            </w:pPr>
            <w:r w:rsidRPr="004A75B9">
              <w:rPr>
                <w:rStyle w:val="Nadpisvtabulce"/>
                <w:b w:val="0"/>
              </w:rPr>
              <w:t>Jméno a příjmení</w:t>
            </w:r>
          </w:p>
        </w:tc>
        <w:tc>
          <w:tcPr>
            <w:tcW w:w="5812" w:type="dxa"/>
            <w:vAlign w:val="center"/>
          </w:tcPr>
          <w:p w14:paraId="49CB678D" w14:textId="39D5E09C" w:rsidR="00FA2BC7" w:rsidRPr="004A75B9" w:rsidRDefault="00FA2BC7" w:rsidP="00FA2BC7">
            <w:pPr>
              <w:pStyle w:val="Tabulka"/>
              <w:cnfStyle w:val="100000000000" w:firstRow="1" w:lastRow="0" w:firstColumn="0" w:lastColumn="0" w:oddVBand="0" w:evenVBand="0" w:oddHBand="0" w:evenHBand="0" w:firstRowFirstColumn="0" w:firstRowLastColumn="0" w:lastRowFirstColumn="0" w:lastRowLastColumn="0"/>
            </w:pPr>
            <w:r w:rsidRPr="004A75B9">
              <w:rPr>
                <w:sz w:val="18"/>
              </w:rPr>
              <w:t>Ing. Michal Chalupa</w:t>
            </w:r>
          </w:p>
        </w:tc>
      </w:tr>
      <w:tr w:rsidR="00FA2BC7" w:rsidRPr="004A75B9" w14:paraId="0BE1349C" w14:textId="77777777" w:rsidTr="00FA2BC7">
        <w:tc>
          <w:tcPr>
            <w:cnfStyle w:val="001000000000" w:firstRow="0" w:lastRow="0" w:firstColumn="1" w:lastColumn="0" w:oddVBand="0" w:evenVBand="0" w:oddHBand="0" w:evenHBand="0" w:firstRowFirstColumn="0" w:firstRowLastColumn="0" w:lastRowFirstColumn="0" w:lastRowLastColumn="0"/>
            <w:tcW w:w="3056" w:type="dxa"/>
          </w:tcPr>
          <w:p w14:paraId="18DFE47C" w14:textId="77777777" w:rsidR="00FA2BC7" w:rsidRPr="004A75B9" w:rsidRDefault="00FA2BC7" w:rsidP="00FA2BC7">
            <w:pPr>
              <w:pStyle w:val="Tabulka"/>
              <w:rPr>
                <w:sz w:val="18"/>
              </w:rPr>
            </w:pPr>
            <w:r w:rsidRPr="004A75B9">
              <w:rPr>
                <w:sz w:val="18"/>
              </w:rPr>
              <w:t>Adresa</w:t>
            </w:r>
          </w:p>
        </w:tc>
        <w:tc>
          <w:tcPr>
            <w:tcW w:w="5812" w:type="dxa"/>
            <w:vAlign w:val="center"/>
          </w:tcPr>
          <w:p w14:paraId="5D1694F7" w14:textId="77777777" w:rsidR="00FA2BC7" w:rsidRPr="004A75B9" w:rsidRDefault="00FA2BC7" w:rsidP="00FA2BC7">
            <w:pPr>
              <w:pStyle w:val="Tabulka"/>
              <w:cnfStyle w:val="000000000000" w:firstRow="0" w:lastRow="0" w:firstColumn="0" w:lastColumn="0" w:oddVBand="0" w:evenVBand="0" w:oddHBand="0" w:evenHBand="0" w:firstRowFirstColumn="0" w:firstRowLastColumn="0" w:lastRowFirstColumn="0" w:lastRowLastColumn="0"/>
              <w:rPr>
                <w:sz w:val="18"/>
              </w:rPr>
            </w:pPr>
            <w:r w:rsidRPr="004A75B9">
              <w:rPr>
                <w:sz w:val="18"/>
              </w:rPr>
              <w:t xml:space="preserve">Správa železnic, státní organizace, OŘ Brno, Pávovská 2a, </w:t>
            </w:r>
          </w:p>
          <w:p w14:paraId="77459B86" w14:textId="465DAED5" w:rsidR="00FA2BC7" w:rsidRPr="004A75B9" w:rsidRDefault="00FA2BC7" w:rsidP="00FA2BC7">
            <w:pPr>
              <w:pStyle w:val="Tabulka"/>
              <w:cnfStyle w:val="000000000000" w:firstRow="0" w:lastRow="0" w:firstColumn="0" w:lastColumn="0" w:oddVBand="0" w:evenVBand="0" w:oddHBand="0" w:evenHBand="0" w:firstRowFirstColumn="0" w:firstRowLastColumn="0" w:lastRowFirstColumn="0" w:lastRowLastColumn="0"/>
            </w:pPr>
            <w:r w:rsidRPr="004A75B9">
              <w:rPr>
                <w:sz w:val="18"/>
              </w:rPr>
              <w:t>586 01 Jihlava</w:t>
            </w:r>
          </w:p>
        </w:tc>
      </w:tr>
      <w:tr w:rsidR="00FA2BC7" w:rsidRPr="004A75B9" w14:paraId="1E0400F8" w14:textId="77777777" w:rsidTr="00FA2BC7">
        <w:tc>
          <w:tcPr>
            <w:cnfStyle w:val="001000000000" w:firstRow="0" w:lastRow="0" w:firstColumn="1" w:lastColumn="0" w:oddVBand="0" w:evenVBand="0" w:oddHBand="0" w:evenHBand="0" w:firstRowFirstColumn="0" w:firstRowLastColumn="0" w:lastRowFirstColumn="0" w:lastRowLastColumn="0"/>
            <w:tcW w:w="3056" w:type="dxa"/>
          </w:tcPr>
          <w:p w14:paraId="59AC02F0" w14:textId="77777777" w:rsidR="00FA2BC7" w:rsidRPr="004A75B9" w:rsidRDefault="00FA2BC7" w:rsidP="00FA2BC7">
            <w:pPr>
              <w:pStyle w:val="Tabulka"/>
              <w:rPr>
                <w:sz w:val="18"/>
              </w:rPr>
            </w:pPr>
            <w:r w:rsidRPr="004A75B9">
              <w:rPr>
                <w:sz w:val="18"/>
              </w:rPr>
              <w:t>E-mail</w:t>
            </w:r>
          </w:p>
        </w:tc>
        <w:tc>
          <w:tcPr>
            <w:tcW w:w="5812" w:type="dxa"/>
            <w:vAlign w:val="center"/>
          </w:tcPr>
          <w:p w14:paraId="0B9FD9AE" w14:textId="1308F8D3" w:rsidR="00FA2BC7" w:rsidRPr="004A75B9" w:rsidRDefault="00FA2BC7" w:rsidP="00FA2BC7">
            <w:pPr>
              <w:pStyle w:val="Tabulka"/>
              <w:cnfStyle w:val="000000000000" w:firstRow="0" w:lastRow="0" w:firstColumn="0" w:lastColumn="0" w:oddVBand="0" w:evenVBand="0" w:oddHBand="0" w:evenHBand="0" w:firstRowFirstColumn="0" w:firstRowLastColumn="0" w:lastRowFirstColumn="0" w:lastRowLastColumn="0"/>
            </w:pPr>
            <w:r w:rsidRPr="004A75B9">
              <w:rPr>
                <w:sz w:val="18"/>
              </w:rPr>
              <w:t>Chalupa@spravazeleznic.cz</w:t>
            </w:r>
          </w:p>
        </w:tc>
      </w:tr>
      <w:tr w:rsidR="00FA2BC7" w:rsidRPr="00F95FBD" w14:paraId="35263AB6" w14:textId="77777777" w:rsidTr="00FA2BC7">
        <w:tc>
          <w:tcPr>
            <w:cnfStyle w:val="001000000000" w:firstRow="0" w:lastRow="0" w:firstColumn="1" w:lastColumn="0" w:oddVBand="0" w:evenVBand="0" w:oddHBand="0" w:evenHBand="0" w:firstRowFirstColumn="0" w:firstRowLastColumn="0" w:lastRowFirstColumn="0" w:lastRowLastColumn="0"/>
            <w:tcW w:w="3056" w:type="dxa"/>
          </w:tcPr>
          <w:p w14:paraId="1AA5E18B" w14:textId="77777777" w:rsidR="00FA2BC7" w:rsidRPr="004A75B9" w:rsidRDefault="00FA2BC7" w:rsidP="00FA2BC7">
            <w:pPr>
              <w:pStyle w:val="Tabulka"/>
              <w:rPr>
                <w:sz w:val="18"/>
              </w:rPr>
            </w:pPr>
            <w:r w:rsidRPr="004A75B9">
              <w:rPr>
                <w:sz w:val="18"/>
              </w:rPr>
              <w:t>Telefon</w:t>
            </w:r>
          </w:p>
        </w:tc>
        <w:tc>
          <w:tcPr>
            <w:tcW w:w="5812" w:type="dxa"/>
            <w:vAlign w:val="center"/>
          </w:tcPr>
          <w:p w14:paraId="43ED2565" w14:textId="5A3E6927" w:rsidR="00FA2BC7" w:rsidRPr="004A75B9" w:rsidRDefault="00FA2BC7" w:rsidP="00FA2BC7">
            <w:pPr>
              <w:pStyle w:val="Tabulka"/>
              <w:cnfStyle w:val="000000000000" w:firstRow="0" w:lastRow="0" w:firstColumn="0" w:lastColumn="0" w:oddVBand="0" w:evenVBand="0" w:oddHBand="0" w:evenHBand="0" w:firstRowFirstColumn="0" w:firstRowLastColumn="0" w:lastRowFirstColumn="0" w:lastRowLastColumn="0"/>
            </w:pPr>
            <w:r w:rsidRPr="004A75B9">
              <w:rPr>
                <w:sz w:val="18"/>
              </w:rPr>
              <w:t>+420 972 646 451</w:t>
            </w:r>
          </w:p>
        </w:tc>
      </w:tr>
    </w:tbl>
    <w:p w14:paraId="0837A7BA" w14:textId="77777777" w:rsidR="00FA2BC7" w:rsidRDefault="00FA2BC7" w:rsidP="00ED29F1">
      <w:pPr>
        <w:pStyle w:val="Textbezodsazen"/>
      </w:pPr>
    </w:p>
    <w:p w14:paraId="7DF929B6" w14:textId="436E9954" w:rsidR="00FA2BC7" w:rsidRDefault="00FA2BC7" w:rsidP="00ED29F1">
      <w:pPr>
        <w:pStyle w:val="Textbezodsazen"/>
      </w:pPr>
    </w:p>
    <w:p w14:paraId="274DEC13" w14:textId="77777777" w:rsidR="00FA2BC7" w:rsidRPr="00F95FBD" w:rsidRDefault="00FA2BC7" w:rsidP="00ED29F1">
      <w:pPr>
        <w:pStyle w:val="Textbezodsazen"/>
      </w:pPr>
    </w:p>
    <w:p w14:paraId="210420D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FA2BC7" w:rsidRPr="00F95FBD" w14:paraId="0FE8D77F" w14:textId="77777777" w:rsidTr="00FA2BC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FA2BC7" w:rsidRPr="00F95FBD" w:rsidRDefault="00FA2BC7" w:rsidP="00FA2BC7">
            <w:pPr>
              <w:pStyle w:val="Tabulka"/>
              <w:rPr>
                <w:rStyle w:val="Nadpisvtabulce"/>
                <w:b w:val="0"/>
              </w:rPr>
            </w:pPr>
            <w:r w:rsidRPr="00F95FBD">
              <w:rPr>
                <w:rStyle w:val="Nadpisvtabulce"/>
                <w:b w:val="0"/>
              </w:rPr>
              <w:t>Jméno a příjmení</w:t>
            </w:r>
          </w:p>
        </w:tc>
        <w:tc>
          <w:tcPr>
            <w:tcW w:w="5812" w:type="dxa"/>
          </w:tcPr>
          <w:p w14:paraId="3A6D4238" w14:textId="3D6DB101" w:rsidR="00FA2BC7" w:rsidRDefault="00FA2BC7" w:rsidP="00FA2BC7">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6E45AB">
              <w:rPr>
                <w:sz w:val="18"/>
              </w:rPr>
              <w:t>Ing. Pavel Bělehrad</w:t>
            </w:r>
          </w:p>
        </w:tc>
      </w:tr>
      <w:tr w:rsidR="00FA2BC7" w:rsidRPr="00F95FBD" w14:paraId="59198AEE" w14:textId="77777777" w:rsidTr="00FA2BC7">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FA2BC7" w:rsidRPr="00F95FBD" w:rsidRDefault="00FA2BC7" w:rsidP="00FA2BC7">
            <w:pPr>
              <w:pStyle w:val="Tabulka"/>
              <w:rPr>
                <w:sz w:val="18"/>
              </w:rPr>
            </w:pPr>
            <w:r w:rsidRPr="00F95FBD">
              <w:rPr>
                <w:sz w:val="18"/>
              </w:rPr>
              <w:t>Adresa</w:t>
            </w:r>
          </w:p>
        </w:tc>
        <w:tc>
          <w:tcPr>
            <w:tcW w:w="5812" w:type="dxa"/>
          </w:tcPr>
          <w:p w14:paraId="5EADA9D3" w14:textId="342C48A2" w:rsidR="00FA2BC7" w:rsidRDefault="00FA2BC7" w:rsidP="00FA2BC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E45AB">
              <w:rPr>
                <w:sz w:val="18"/>
              </w:rPr>
              <w:t>Správa železnic, státní organizace, Lazaretní 610/11, Brno</w:t>
            </w:r>
          </w:p>
        </w:tc>
      </w:tr>
      <w:tr w:rsidR="00FA2BC7" w:rsidRPr="00F95FBD" w14:paraId="60E00F87" w14:textId="77777777" w:rsidTr="00FA2BC7">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FA2BC7" w:rsidRPr="00F95FBD" w:rsidRDefault="00FA2BC7" w:rsidP="00FA2BC7">
            <w:pPr>
              <w:pStyle w:val="Tabulka"/>
              <w:rPr>
                <w:sz w:val="18"/>
              </w:rPr>
            </w:pPr>
            <w:r w:rsidRPr="00F95FBD">
              <w:rPr>
                <w:sz w:val="18"/>
              </w:rPr>
              <w:t>E-mail</w:t>
            </w:r>
          </w:p>
        </w:tc>
        <w:tc>
          <w:tcPr>
            <w:tcW w:w="5812" w:type="dxa"/>
          </w:tcPr>
          <w:p w14:paraId="3A12FB78" w14:textId="21EB3D74" w:rsidR="00FA2BC7" w:rsidRDefault="00FA2BC7" w:rsidP="00FA2BC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E45AB">
              <w:rPr>
                <w:sz w:val="18"/>
              </w:rPr>
              <w:t>Belehrad@spravazeleznic.cz</w:t>
            </w:r>
          </w:p>
        </w:tc>
      </w:tr>
      <w:tr w:rsidR="00FA2BC7" w:rsidRPr="00F95FBD" w14:paraId="0F80481E" w14:textId="77777777" w:rsidTr="00FA2BC7">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FA2BC7" w:rsidRPr="00F95FBD" w:rsidRDefault="00FA2BC7" w:rsidP="00FA2BC7">
            <w:pPr>
              <w:pStyle w:val="Tabulka"/>
              <w:rPr>
                <w:sz w:val="18"/>
              </w:rPr>
            </w:pPr>
            <w:r w:rsidRPr="00F95FBD">
              <w:rPr>
                <w:sz w:val="18"/>
              </w:rPr>
              <w:t>Telefon</w:t>
            </w:r>
          </w:p>
        </w:tc>
        <w:tc>
          <w:tcPr>
            <w:tcW w:w="5812" w:type="dxa"/>
          </w:tcPr>
          <w:p w14:paraId="67D1E2C4" w14:textId="58A1535F" w:rsidR="00FA2BC7" w:rsidRDefault="00FA2BC7" w:rsidP="00FA2BC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E45AB">
              <w:rPr>
                <w:sz w:val="18"/>
              </w:rPr>
              <w:t>+420 972 625 479</w:t>
            </w:r>
          </w:p>
        </w:tc>
      </w:tr>
    </w:tbl>
    <w:p w14:paraId="475B544E" w14:textId="77777777" w:rsidR="00ED29F1" w:rsidRPr="00F95FBD" w:rsidRDefault="00ED29F1" w:rsidP="00ED29F1">
      <w:pPr>
        <w:pStyle w:val="Textbezodsazen"/>
      </w:pPr>
    </w:p>
    <w:p w14:paraId="74B10123" w14:textId="77777777" w:rsidR="00ED29F1" w:rsidRPr="00F95FBD" w:rsidRDefault="00ED29F1" w:rsidP="00ED29F1">
      <w:pPr>
        <w:pStyle w:val="Textbezodsazen"/>
      </w:pPr>
    </w:p>
    <w:p w14:paraId="4585848A" w14:textId="77777777" w:rsidR="00ED29F1" w:rsidRDefault="00ED29F1" w:rsidP="00502690">
      <w:pPr>
        <w:pStyle w:val="Textbezodsazen"/>
        <w:rPr>
          <w:b/>
        </w:rPr>
      </w:pPr>
    </w:p>
    <w:p w14:paraId="2E3A8078" w14:textId="77777777" w:rsidR="00ED29F1" w:rsidRDefault="00ED29F1" w:rsidP="00502690">
      <w:pPr>
        <w:pStyle w:val="Textbezodsazen"/>
        <w:rPr>
          <w:b/>
        </w:rPr>
      </w:pPr>
      <w:r>
        <w:rPr>
          <w:b/>
        </w:rPr>
        <w:t>Za Zhotovitele:</w:t>
      </w:r>
    </w:p>
    <w:p w14:paraId="155F495F" w14:textId="77777777" w:rsidR="00ED29F1" w:rsidRPr="00ED29F1" w:rsidRDefault="00ED29F1" w:rsidP="00502690">
      <w:pPr>
        <w:pStyle w:val="Textbezodsazen"/>
        <w:rPr>
          <w:b/>
        </w:rPr>
      </w:pP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77A52257" w14:textId="060244C2" w:rsidR="00FA2BC7" w:rsidRPr="00F95FBD" w:rsidRDefault="00FA2BC7" w:rsidP="00FA2BC7">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14E34A71"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AEB93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230636" w14:textId="77777777" w:rsidR="002038D5" w:rsidRPr="00F95FBD" w:rsidRDefault="002038D5" w:rsidP="00165977">
      <w:pPr>
        <w:pStyle w:val="Tabulka"/>
      </w:pPr>
    </w:p>
    <w:p w14:paraId="65E15C13" w14:textId="77777777" w:rsidR="00165977" w:rsidRPr="00F95FBD" w:rsidRDefault="00165977"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77777777" w:rsidR="002C7A28" w:rsidRPr="009032FF" w:rsidRDefault="002C7A28" w:rsidP="00165977">
            <w:pPr>
              <w:pStyle w:val="Tabulka"/>
              <w:rPr>
                <w:highlight w:val="green"/>
              </w:rPr>
            </w:pPr>
            <w:r w:rsidRPr="009032FF">
              <w:rPr>
                <w:highlight w:val="green"/>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D947E2" w14:textId="77777777" w:rsidR="002C7A28" w:rsidRPr="009032FF"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9032FF">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1496973B" w:rsidR="002C7A28" w:rsidRPr="002C7A28" w:rsidRDefault="002A784C" w:rsidP="00FA2BC7">
            <w:pPr>
              <w:pStyle w:val="Tabulka"/>
              <w:cnfStyle w:val="000000000000" w:firstRow="0" w:lastRow="0" w:firstColumn="0" w:lastColumn="0" w:oddVBand="0" w:evenVBand="0" w:oddHBand="0" w:evenHBand="0" w:firstRowFirstColumn="0" w:firstRowLastColumn="0" w:lastRowFirstColumn="0" w:lastRowLastColumn="0"/>
              <w:rPr>
                <w:sz w:val="18"/>
              </w:rPr>
            </w:pPr>
            <w:r w:rsidRPr="00FA2BC7">
              <w:rPr>
                <w:rFonts w:eastAsia="Times New Roman" w:cs="Calibri"/>
                <w:sz w:val="18"/>
                <w:lang w:eastAsia="cs-CZ"/>
              </w:rPr>
              <w:t>M</w:t>
            </w:r>
            <w:r w:rsidR="002C7A28" w:rsidRPr="00FA2BC7">
              <w:rPr>
                <w:rFonts w:eastAsia="Times New Roman" w:cs="Calibri"/>
                <w:sz w:val="18"/>
                <w:lang w:eastAsia="cs-CZ"/>
              </w:rPr>
              <w:t xml:space="preserve">inimálně </w:t>
            </w:r>
            <w:r w:rsidR="00FA2BC7" w:rsidRPr="00FA2BC7">
              <w:rPr>
                <w:rFonts w:eastAsia="Times New Roman" w:cs="Calibri"/>
                <w:color w:val="000000"/>
                <w:sz w:val="18"/>
                <w:lang w:eastAsia="cs-CZ"/>
              </w:rPr>
              <w:t>20</w:t>
            </w:r>
            <w:r w:rsidR="002C7A28" w:rsidRPr="00FA2BC7">
              <w:rPr>
                <w:rFonts w:eastAsia="Times New Roman" w:cs="Calibri"/>
                <w:color w:val="000000"/>
                <w:sz w:val="18"/>
                <w:lang w:eastAsia="cs-CZ"/>
              </w:rPr>
              <w:t xml:space="preserve"> mil. Kč</w:t>
            </w:r>
            <w:r w:rsidR="002C7A28" w:rsidRPr="00FA2BC7">
              <w:rPr>
                <w:rFonts w:eastAsia="Times New Roman" w:cs="Calibri"/>
                <w:sz w:val="18"/>
                <w:lang w:eastAsia="cs-CZ"/>
              </w:rPr>
              <w:t xml:space="preserve"> na jednu pojistnou událost a </w:t>
            </w:r>
            <w:r w:rsidR="00FA2BC7" w:rsidRPr="00FA2BC7">
              <w:rPr>
                <w:rFonts w:eastAsia="Times New Roman" w:cs="Calibri"/>
                <w:sz w:val="18"/>
                <w:lang w:eastAsia="cs-CZ"/>
              </w:rPr>
              <w:t>40</w:t>
            </w:r>
            <w:r w:rsidR="002C7A28" w:rsidRPr="00FA2BC7">
              <w:rPr>
                <w:rFonts w:eastAsia="Times New Roman" w:cs="Calibri"/>
                <w:sz w:val="18"/>
                <w:lang w:eastAsia="cs-CZ"/>
              </w:rPr>
              <w:t xml:space="preserve"> mil. Kč v úhrnu za rok</w:t>
            </w:r>
          </w:p>
        </w:tc>
      </w:tr>
    </w:tbl>
    <w:p w14:paraId="46BC8CF6"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60ABB46E" w14:textId="18DC9AC6" w:rsidR="00A128F2" w:rsidRDefault="00A128F2" w:rsidP="002C7A28">
      <w:pPr>
        <w:pStyle w:val="Textbezodsazen"/>
      </w:pPr>
    </w:p>
    <w:p w14:paraId="622A50F4" w14:textId="569C417A" w:rsidR="004A5077" w:rsidRDefault="004A5077" w:rsidP="002C7A28">
      <w:pPr>
        <w:pStyle w:val="Textbezodsazen"/>
      </w:pPr>
    </w:p>
    <w:p w14:paraId="4388B8B7" w14:textId="0C0242C1" w:rsidR="004A5077" w:rsidRDefault="004A5077" w:rsidP="002C7A28">
      <w:pPr>
        <w:pStyle w:val="Textbezodsazen"/>
      </w:pPr>
    </w:p>
    <w:p w14:paraId="4DC7A581" w14:textId="70643EDC" w:rsidR="004A5077" w:rsidRDefault="004A5077" w:rsidP="002C7A28">
      <w:pPr>
        <w:pStyle w:val="Textbezodsazen"/>
      </w:pPr>
    </w:p>
    <w:p w14:paraId="50CC7AAE" w14:textId="62B6A2DB" w:rsidR="004A5077" w:rsidRDefault="004A5077" w:rsidP="002C7A28">
      <w:pPr>
        <w:pStyle w:val="Textbezodsazen"/>
      </w:pPr>
    </w:p>
    <w:p w14:paraId="13929549" w14:textId="64BE83B5" w:rsidR="004A5077" w:rsidRDefault="004A5077" w:rsidP="002C7A28">
      <w:pPr>
        <w:pStyle w:val="Textbezodsazen"/>
      </w:pPr>
    </w:p>
    <w:p w14:paraId="7BCFB382" w14:textId="561EB80A" w:rsidR="004A5077" w:rsidRDefault="004A5077" w:rsidP="002C7A28">
      <w:pPr>
        <w:pStyle w:val="Textbezodsazen"/>
      </w:pPr>
    </w:p>
    <w:p w14:paraId="738741CE" w14:textId="036B3E76" w:rsidR="004A5077" w:rsidRDefault="004A5077" w:rsidP="002C7A28">
      <w:pPr>
        <w:pStyle w:val="Textbezodsazen"/>
      </w:pPr>
    </w:p>
    <w:p w14:paraId="4447F9A7" w14:textId="003B41CC" w:rsidR="004A5077" w:rsidRDefault="004A5077" w:rsidP="002C7A28">
      <w:pPr>
        <w:pStyle w:val="Textbezodsazen"/>
      </w:pPr>
    </w:p>
    <w:p w14:paraId="7C57DF36" w14:textId="6069191D" w:rsidR="004A5077" w:rsidRDefault="004A5077" w:rsidP="002C7A28">
      <w:pPr>
        <w:pStyle w:val="Textbezodsazen"/>
      </w:pPr>
    </w:p>
    <w:p w14:paraId="3AF54DAB" w14:textId="18DB3D31" w:rsidR="004A5077" w:rsidRDefault="004A5077" w:rsidP="002C7A28">
      <w:pPr>
        <w:pStyle w:val="Textbezodsazen"/>
      </w:pPr>
    </w:p>
    <w:p w14:paraId="2DC751BA" w14:textId="51F9D702" w:rsidR="004A5077" w:rsidRDefault="004A5077" w:rsidP="002C7A28">
      <w:pPr>
        <w:pStyle w:val="Textbezodsazen"/>
      </w:pPr>
    </w:p>
    <w:p w14:paraId="78BA539F" w14:textId="2F1B5AC0" w:rsidR="004A5077" w:rsidRDefault="004A5077" w:rsidP="002C7A28">
      <w:pPr>
        <w:pStyle w:val="Textbezodsazen"/>
      </w:pPr>
    </w:p>
    <w:p w14:paraId="47754DEB" w14:textId="073D5E90" w:rsidR="004A5077" w:rsidRDefault="004A5077" w:rsidP="002C7A28">
      <w:pPr>
        <w:pStyle w:val="Textbezodsazen"/>
      </w:pPr>
    </w:p>
    <w:p w14:paraId="5861804B" w14:textId="55F23CDB" w:rsidR="004A5077" w:rsidRDefault="004A5077" w:rsidP="002C7A28">
      <w:pPr>
        <w:pStyle w:val="Textbezodsazen"/>
      </w:pPr>
    </w:p>
    <w:p w14:paraId="491570CE" w14:textId="3428019E" w:rsidR="004A5077" w:rsidRDefault="004A5077" w:rsidP="002C7A28">
      <w:pPr>
        <w:pStyle w:val="Textbezodsazen"/>
      </w:pPr>
    </w:p>
    <w:p w14:paraId="7DD2CD3B" w14:textId="68C59CEC" w:rsidR="004A5077" w:rsidRDefault="004A5077" w:rsidP="002C7A28">
      <w:pPr>
        <w:pStyle w:val="Textbezodsazen"/>
      </w:pPr>
    </w:p>
    <w:p w14:paraId="0021F32A" w14:textId="0A16A636" w:rsidR="004A5077" w:rsidRDefault="004A5077" w:rsidP="002C7A28">
      <w:pPr>
        <w:pStyle w:val="Textbezodsazen"/>
      </w:pPr>
    </w:p>
    <w:p w14:paraId="21F32010" w14:textId="50545618" w:rsidR="004A5077" w:rsidRDefault="004A5077" w:rsidP="002C7A28">
      <w:pPr>
        <w:pStyle w:val="Textbezodsazen"/>
      </w:pPr>
    </w:p>
    <w:p w14:paraId="4E77B19B" w14:textId="02993F10" w:rsidR="004A5077" w:rsidRDefault="004A5077" w:rsidP="002C7A28">
      <w:pPr>
        <w:pStyle w:val="Textbezodsazen"/>
      </w:pPr>
    </w:p>
    <w:p w14:paraId="4C1507AD" w14:textId="74777E02" w:rsidR="004A5077" w:rsidRDefault="004A5077" w:rsidP="002C7A28">
      <w:pPr>
        <w:pStyle w:val="Textbezodsazen"/>
      </w:pPr>
    </w:p>
    <w:p w14:paraId="272A096A" w14:textId="647463B1" w:rsidR="004A5077" w:rsidRDefault="004A5077" w:rsidP="002C7A28">
      <w:pPr>
        <w:pStyle w:val="Textbezodsazen"/>
      </w:pPr>
    </w:p>
    <w:p w14:paraId="60217BC7" w14:textId="4AC36D7F" w:rsidR="004A5077" w:rsidRDefault="004A5077" w:rsidP="002C7A28">
      <w:pPr>
        <w:pStyle w:val="Textbezodsazen"/>
      </w:pPr>
    </w:p>
    <w:p w14:paraId="464C6B04" w14:textId="4B1E894B" w:rsidR="004A5077" w:rsidRDefault="004A5077" w:rsidP="002C7A28">
      <w:pPr>
        <w:pStyle w:val="Textbezodsazen"/>
      </w:pPr>
    </w:p>
    <w:p w14:paraId="6D85D8B6" w14:textId="4C7AE294" w:rsidR="004A5077" w:rsidRDefault="004A5077" w:rsidP="002C7A28">
      <w:pPr>
        <w:pStyle w:val="Textbezodsazen"/>
      </w:pPr>
    </w:p>
    <w:p w14:paraId="21531984" w14:textId="34BCDEAE" w:rsidR="004A5077" w:rsidRDefault="004A5077" w:rsidP="002C7A28">
      <w:pPr>
        <w:pStyle w:val="Textbezodsazen"/>
      </w:pPr>
    </w:p>
    <w:p w14:paraId="4CB79A2B" w14:textId="44FDBC5F" w:rsidR="004A5077" w:rsidRDefault="004A5077" w:rsidP="002C7A28">
      <w:pPr>
        <w:pStyle w:val="Textbezodsazen"/>
      </w:pPr>
    </w:p>
    <w:p w14:paraId="553055C3" w14:textId="083EF3C0" w:rsidR="004A5077" w:rsidRDefault="004A5077" w:rsidP="002C7A28">
      <w:pPr>
        <w:pStyle w:val="Textbezodsazen"/>
      </w:pPr>
    </w:p>
    <w:p w14:paraId="7219D0EF" w14:textId="3A727CAA" w:rsidR="004A5077" w:rsidRDefault="004A5077" w:rsidP="002C7A28">
      <w:pPr>
        <w:pStyle w:val="Textbezodsazen"/>
      </w:pPr>
    </w:p>
    <w:p w14:paraId="04148424" w14:textId="46A52753" w:rsidR="00BC289E" w:rsidRDefault="00BC289E">
      <w:pPr>
        <w:rPr>
          <w:rFonts w:asciiTheme="majorHAnsi" w:hAnsiTheme="majorHAnsi"/>
          <w:b/>
          <w:caps/>
          <w:sz w:val="22"/>
        </w:rPr>
      </w:pPr>
    </w:p>
    <w:p w14:paraId="2F974201" w14:textId="77777777" w:rsidR="00BC289E" w:rsidRDefault="00BC289E" w:rsidP="004A5077">
      <w:pPr>
        <w:pStyle w:val="Nadpisbezsl1-1"/>
      </w:pPr>
    </w:p>
    <w:p w14:paraId="7B23C064" w14:textId="77777777" w:rsidR="00005273" w:rsidRDefault="00005273">
      <w:pPr>
        <w:sectPr w:rsidR="00005273"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2585B1D8" w14:textId="77777777" w:rsidR="00005273" w:rsidRDefault="00005273" w:rsidP="004A5077">
      <w:pPr>
        <w:pStyle w:val="Nadpisbezsl1-1"/>
      </w:pPr>
    </w:p>
    <w:p w14:paraId="2E5F13B3" w14:textId="586E9637" w:rsidR="004A5077" w:rsidRDefault="004A5077" w:rsidP="004A5077">
      <w:pPr>
        <w:pStyle w:val="Nadpisbezsl1-1"/>
      </w:pPr>
      <w:r>
        <w:t>Příloha č. 10</w:t>
      </w:r>
    </w:p>
    <w:p w14:paraId="10837320" w14:textId="77777777" w:rsidR="004A5077" w:rsidRPr="002D70B4" w:rsidRDefault="004A5077" w:rsidP="004A5077">
      <w:pPr>
        <w:pStyle w:val="Textbezodsazen"/>
        <w:rPr>
          <w:b/>
        </w:rPr>
      </w:pPr>
      <w:r w:rsidRPr="002D70B4">
        <w:rPr>
          <w:b/>
        </w:rPr>
        <w:t>Osvědčení</w:t>
      </w:r>
    </w:p>
    <w:p w14:paraId="1DE455D7" w14:textId="77777777" w:rsidR="004A5077" w:rsidRDefault="004A5077" w:rsidP="004A5077">
      <w:pPr>
        <w:pStyle w:val="Textbezodsazen"/>
      </w:pPr>
    </w:p>
    <w:p w14:paraId="5BBDC9F5" w14:textId="77777777" w:rsidR="004A5077" w:rsidRDefault="004A5077" w:rsidP="004A5077">
      <w:pPr>
        <w:spacing w:after="120"/>
        <w:jc w:val="both"/>
      </w:pPr>
      <w:r w:rsidRPr="00DE7C65">
        <w:t xml:space="preserve">Zhotovitel obdržel </w:t>
      </w:r>
      <w:r>
        <w:t xml:space="preserve">vzor </w:t>
      </w:r>
      <w:r w:rsidRPr="00B8656C">
        <w:t>Osvědčení o řádném p</w:t>
      </w:r>
      <w:r>
        <w:t>oskytnutí a dokončení</w:t>
      </w:r>
      <w:r w:rsidRPr="00B8656C">
        <w:t xml:space="preserve"> stavební</w:t>
      </w:r>
      <w:r>
        <w:t xml:space="preserve">ch prací </w:t>
      </w:r>
      <w:r w:rsidRPr="00DE7C65">
        <w:t>společně se zadávací dokumentací</w:t>
      </w:r>
      <w:r>
        <w:t xml:space="preserve"> </w:t>
      </w:r>
      <w:r w:rsidRPr="00DE7C65">
        <w:t>pro</w:t>
      </w:r>
      <w:r>
        <w:t xml:space="preserve">střednictvím profilu zadavatele </w:t>
      </w:r>
      <w:r w:rsidRPr="00DE7C65">
        <w:rPr>
          <w:color w:val="0070C0"/>
        </w:rPr>
        <w:t>https://zakazky.spravazeleznic.cz/</w:t>
      </w:r>
      <w:r w:rsidRPr="00DE7C65">
        <w:t xml:space="preserve">, zhotovitel prohlašuje, že </w:t>
      </w:r>
      <w:r>
        <w:t xml:space="preserve">vzor </w:t>
      </w:r>
      <w:r w:rsidRPr="00B8656C">
        <w:t>Osvědčení o řádném p</w:t>
      </w:r>
      <w:r>
        <w:t>oskytnutí a dokončení</w:t>
      </w:r>
      <w:r w:rsidRPr="00B8656C">
        <w:t xml:space="preserve"> stavební</w:t>
      </w:r>
      <w:r>
        <w:t>ch prací</w:t>
      </w:r>
      <w:r w:rsidRPr="00DE7C65">
        <w:t xml:space="preserve"> mu byl v elektronické podobě předán před podpisem této smlouvy nebo je má jinak k disp</w:t>
      </w:r>
      <w:r>
        <w:t>ozici, že s je</w:t>
      </w:r>
      <w:r w:rsidRPr="00DE7C65">
        <w:t>h</w:t>
      </w:r>
      <w:r>
        <w:t>o</w:t>
      </w:r>
      <w:r w:rsidRPr="00DE7C65">
        <w:t xml:space="preserve"> obsahem je seznámen, a že je</w:t>
      </w:r>
      <w:r>
        <w:t>ho obsah je pro něj závazný.</w:t>
      </w:r>
    </w:p>
    <w:p w14:paraId="1AF9A654" w14:textId="77777777" w:rsidR="004A5077" w:rsidRDefault="004A5077" w:rsidP="004A5077">
      <w:pPr>
        <w:spacing w:after="120"/>
        <w:jc w:val="both"/>
        <w:sectPr w:rsidR="004A5077" w:rsidSect="004E70C8">
          <w:pgSz w:w="11906" w:h="16838" w:code="9"/>
          <w:pgMar w:top="1417" w:right="1417" w:bottom="1417" w:left="1417" w:header="595" w:footer="624" w:gutter="652"/>
          <w:pgNumType w:start="1"/>
          <w:cols w:space="708"/>
          <w:docGrid w:linePitch="360"/>
        </w:sectPr>
      </w:pPr>
    </w:p>
    <w:p w14:paraId="7B6AD05C" w14:textId="77777777" w:rsidR="00005273" w:rsidRDefault="00005273" w:rsidP="004A5077">
      <w:pPr>
        <w:pStyle w:val="Nadpisbezsl1-1"/>
      </w:pPr>
    </w:p>
    <w:p w14:paraId="766EB4B0" w14:textId="525AAB4F" w:rsidR="004A5077" w:rsidRDefault="004A5077" w:rsidP="004A5077">
      <w:pPr>
        <w:pStyle w:val="Nadpisbezsl1-1"/>
      </w:pPr>
      <w:r>
        <w:t>Příloha č. 11</w:t>
      </w:r>
    </w:p>
    <w:p w14:paraId="1016AB6B" w14:textId="77777777" w:rsidR="004A5077" w:rsidRDefault="004A5077" w:rsidP="004A5077">
      <w:pPr>
        <w:pStyle w:val="Textbezodsazen"/>
        <w:rPr>
          <w:b/>
        </w:rPr>
      </w:pPr>
      <w:r w:rsidRPr="002D70B4">
        <w:rPr>
          <w:b/>
        </w:rPr>
        <w:t xml:space="preserve">Závazný vzor evidence zapojení znevýhodněných osob </w:t>
      </w:r>
    </w:p>
    <w:p w14:paraId="50BAD580" w14:textId="77777777" w:rsidR="004A5077" w:rsidRDefault="004A5077" w:rsidP="004A5077">
      <w:pPr>
        <w:spacing w:after="120"/>
        <w:jc w:val="both"/>
      </w:pPr>
      <w:r w:rsidRPr="00DE7C65">
        <w:t xml:space="preserve">Zhotovitel obdržel </w:t>
      </w:r>
      <w:r>
        <w:t xml:space="preserve">vzor </w:t>
      </w:r>
      <w:r w:rsidRPr="00B8656C">
        <w:t>Evidenc</w:t>
      </w:r>
      <w:r>
        <w:t>e</w:t>
      </w:r>
      <w:r w:rsidRPr="00B8656C">
        <w:t xml:space="preserve"> zapojení osob znevýhodněných na trhu </w:t>
      </w:r>
      <w:r>
        <w:t>práce</w:t>
      </w:r>
      <w:r w:rsidRPr="00B8656C">
        <w:t xml:space="preserve">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Evidenc</w:t>
      </w:r>
      <w:r>
        <w:t>e</w:t>
      </w:r>
      <w:r w:rsidRPr="00B8656C">
        <w:t xml:space="preserve"> zapojení osob znevýhodněných na trhu </w:t>
      </w:r>
      <w:r>
        <w:t>práce</w:t>
      </w:r>
      <w:r w:rsidRPr="00DE7C65">
        <w:t xml:space="preserve"> mu byl v elektronické podobě předán před podpisem této smlouvy neb</w:t>
      </w:r>
      <w:r>
        <w:t>o je má jinak k dispozici, že s </w:t>
      </w:r>
      <w:r w:rsidRPr="00DE7C65">
        <w:t>je</w:t>
      </w:r>
      <w:r>
        <w:t>ho obsahem je seznámen, a že jeho</w:t>
      </w:r>
      <w:r w:rsidRPr="00DE7C65">
        <w:t xml:space="preserve"> obsah je pro něj závazný.</w:t>
      </w:r>
    </w:p>
    <w:p w14:paraId="2A9D8118" w14:textId="77777777" w:rsidR="004A5077" w:rsidRDefault="004A5077" w:rsidP="004A5077">
      <w:pPr>
        <w:spacing w:after="120"/>
        <w:jc w:val="both"/>
        <w:sectPr w:rsidR="004A5077" w:rsidSect="004E70C8">
          <w:footerReference w:type="default" r:id="rId33"/>
          <w:pgSz w:w="11906" w:h="16838" w:code="9"/>
          <w:pgMar w:top="1417" w:right="1417" w:bottom="1417" w:left="1417" w:header="595" w:footer="624" w:gutter="652"/>
          <w:pgNumType w:start="1"/>
          <w:cols w:space="708"/>
          <w:docGrid w:linePitch="360"/>
        </w:sectPr>
      </w:pPr>
    </w:p>
    <w:p w14:paraId="776E3747" w14:textId="77777777" w:rsidR="004A5077" w:rsidRDefault="004A5077" w:rsidP="004A5077">
      <w:pPr>
        <w:pStyle w:val="Nadpisbezsl1-1"/>
      </w:pPr>
      <w:r>
        <w:t>Příloha č. 12</w:t>
      </w:r>
    </w:p>
    <w:p w14:paraId="5A4B9C85" w14:textId="77777777" w:rsidR="004A5077" w:rsidRDefault="004A5077" w:rsidP="004A5077">
      <w:pPr>
        <w:pStyle w:val="Textbezodsazen"/>
        <w:rPr>
          <w:b/>
        </w:rPr>
      </w:pPr>
      <w:r w:rsidRPr="002D70B4">
        <w:rPr>
          <w:b/>
        </w:rPr>
        <w:t>Závazný vzor pracovního výkazu zapojené osoby</w:t>
      </w:r>
    </w:p>
    <w:p w14:paraId="21C092BA" w14:textId="77777777" w:rsidR="004A5077" w:rsidRPr="00DE7C65" w:rsidRDefault="004A5077" w:rsidP="004A5077">
      <w:pPr>
        <w:spacing w:after="120"/>
        <w:jc w:val="both"/>
      </w:pPr>
      <w:r w:rsidRPr="00DE7C65">
        <w:t xml:space="preserve">Zhotovitel obdržel </w:t>
      </w:r>
      <w:r>
        <w:t xml:space="preserve">vzor </w:t>
      </w:r>
      <w:r w:rsidRPr="00B8656C">
        <w:t>Pracovní</w:t>
      </w:r>
      <w:r>
        <w:t>ho</w:t>
      </w:r>
      <w:r w:rsidRPr="00B8656C">
        <w:t xml:space="preserve"> výkaz</w:t>
      </w:r>
      <w:r>
        <w:t>u</w:t>
      </w:r>
      <w:r w:rsidRPr="00B8656C">
        <w:t xml:space="preserve"> zapojen</w:t>
      </w:r>
      <w:r>
        <w:t>é</w:t>
      </w:r>
      <w:r w:rsidRPr="00B8656C">
        <w:t xml:space="preserve"> osob</w:t>
      </w:r>
      <w:r>
        <w:t xml:space="preserve">y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Pracovní</w:t>
      </w:r>
      <w:r>
        <w:t>ho</w:t>
      </w:r>
      <w:r w:rsidRPr="00B8656C">
        <w:t xml:space="preserve"> výkaz</w:t>
      </w:r>
      <w:r>
        <w:t>u</w:t>
      </w:r>
      <w:r w:rsidRPr="00B8656C">
        <w:t xml:space="preserve"> zapojen</w:t>
      </w:r>
      <w:r>
        <w:t>é</w:t>
      </w:r>
      <w:r w:rsidRPr="00B8656C">
        <w:t xml:space="preserve"> osob</w:t>
      </w:r>
      <w:r>
        <w:t>y</w:t>
      </w:r>
      <w:r w:rsidRPr="00DE7C65">
        <w:t xml:space="preserve"> mu byl v elektronické podobě předán před podpisem této smlouvy nebo je</w:t>
      </w:r>
      <w:r>
        <w:t>j</w:t>
      </w:r>
      <w:r w:rsidRPr="00DE7C65">
        <w:t xml:space="preserve"> má jinak k dispozici, že s je</w:t>
      </w:r>
      <w:r>
        <w:t>ho</w:t>
      </w:r>
      <w:r w:rsidRPr="00DE7C65">
        <w:t xml:space="preserve"> obsahem je seznámen, a že je</w:t>
      </w:r>
      <w:r>
        <w:t>ho</w:t>
      </w:r>
      <w:r w:rsidRPr="00DE7C65">
        <w:t xml:space="preserve"> obsah je pro něj závazný.</w:t>
      </w:r>
    </w:p>
    <w:p w14:paraId="73C9BF6F" w14:textId="77777777" w:rsidR="004A5077" w:rsidRDefault="004A5077" w:rsidP="004A5077">
      <w:pPr>
        <w:spacing w:after="120"/>
        <w:jc w:val="both"/>
      </w:pPr>
    </w:p>
    <w:p w14:paraId="1DC20BAC" w14:textId="77777777" w:rsidR="004A5077" w:rsidRDefault="004A5077" w:rsidP="004A5077">
      <w:pPr>
        <w:pStyle w:val="Textbezodsazen"/>
      </w:pPr>
    </w:p>
    <w:p w14:paraId="38469330" w14:textId="77777777" w:rsidR="004A5077" w:rsidRPr="00165977" w:rsidRDefault="004A5077" w:rsidP="004A5077">
      <w:pPr>
        <w:pStyle w:val="Textbezodsazen"/>
      </w:pPr>
    </w:p>
    <w:p w14:paraId="3A13F4AB" w14:textId="77777777" w:rsidR="004A5077" w:rsidRPr="00165977" w:rsidRDefault="004A5077" w:rsidP="002C7A28">
      <w:pPr>
        <w:pStyle w:val="Textbezodsazen"/>
      </w:pPr>
    </w:p>
    <w:sectPr w:rsidR="004A5077" w:rsidRPr="00165977" w:rsidSect="004E70C8">
      <w:headerReference w:type="default" r:id="rId34"/>
      <w:footerReference w:type="default" r:id="rId35"/>
      <w:pgSz w:w="11906" w:h="16838" w:code="9"/>
      <w:pgMar w:top="1417" w:right="1417" w:bottom="1417" w:left="1417" w:header="595" w:footer="624" w:gutter="652"/>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8FC1504" w16cid:durableId="277105CA"/>
  <w16cid:commentId w16cid:paraId="006AF15B" w16cid:durableId="27710D24"/>
  <w16cid:commentId w16cid:paraId="606EED55" w16cid:durableId="277105CB"/>
  <w16cid:commentId w16cid:paraId="32F64768" w16cid:durableId="277105C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23257D" w14:textId="77777777" w:rsidR="00B96602" w:rsidRDefault="00B96602" w:rsidP="00962258">
      <w:pPr>
        <w:spacing w:after="0" w:line="240" w:lineRule="auto"/>
      </w:pPr>
      <w:r>
        <w:separator/>
      </w:r>
    </w:p>
  </w:endnote>
  <w:endnote w:type="continuationSeparator" w:id="0">
    <w:p w14:paraId="65656219" w14:textId="77777777" w:rsidR="00B96602" w:rsidRDefault="00B9660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320A" w14:paraId="66F961A6" w14:textId="77777777" w:rsidTr="00EB46E5">
      <w:tc>
        <w:tcPr>
          <w:tcW w:w="1361" w:type="dxa"/>
          <w:tcMar>
            <w:left w:w="0" w:type="dxa"/>
            <w:right w:w="0" w:type="dxa"/>
          </w:tcMar>
          <w:vAlign w:val="bottom"/>
        </w:tcPr>
        <w:p w14:paraId="74E023F2" w14:textId="4DF2F573" w:rsidR="0068320A" w:rsidRPr="00B8518B" w:rsidRDefault="0068320A"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B6C0B">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B6C0B">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68320A" w:rsidRDefault="0068320A" w:rsidP="00B8518B">
          <w:pPr>
            <w:pStyle w:val="Zpat"/>
          </w:pPr>
        </w:p>
      </w:tc>
      <w:tc>
        <w:tcPr>
          <w:tcW w:w="425" w:type="dxa"/>
          <w:shd w:val="clear" w:color="auto" w:fill="auto"/>
          <w:tcMar>
            <w:left w:w="0" w:type="dxa"/>
            <w:right w:w="0" w:type="dxa"/>
          </w:tcMar>
        </w:tcPr>
        <w:p w14:paraId="22A8B046" w14:textId="77777777" w:rsidR="0068320A" w:rsidRDefault="0068320A" w:rsidP="00B8518B">
          <w:pPr>
            <w:pStyle w:val="Zpat"/>
          </w:pPr>
        </w:p>
      </w:tc>
      <w:tc>
        <w:tcPr>
          <w:tcW w:w="8505" w:type="dxa"/>
        </w:tcPr>
        <w:p w14:paraId="3C7F3669" w14:textId="77777777" w:rsidR="0068320A" w:rsidRPr="00E7415D" w:rsidRDefault="0068320A" w:rsidP="00F422D3">
          <w:pPr>
            <w:pStyle w:val="Zpat0"/>
            <w:rPr>
              <w:b/>
            </w:rPr>
          </w:pPr>
          <w:r w:rsidRPr="00E7415D">
            <w:rPr>
              <w:b/>
            </w:rPr>
            <w:t>SMLOUVA O DÍLO</w:t>
          </w:r>
        </w:p>
        <w:p w14:paraId="775730D5" w14:textId="77777777" w:rsidR="0068320A" w:rsidRDefault="0068320A" w:rsidP="00F422D3">
          <w:pPr>
            <w:pStyle w:val="Zpat0"/>
          </w:pPr>
          <w:r>
            <w:t>Zhotovení stavby</w:t>
          </w:r>
        </w:p>
      </w:tc>
    </w:tr>
  </w:tbl>
  <w:p w14:paraId="08240A54" w14:textId="77777777" w:rsidR="0068320A" w:rsidRPr="00B8518B" w:rsidRDefault="0068320A"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320A" w14:paraId="55A9A2CC" w14:textId="77777777" w:rsidTr="00EB46E5">
      <w:tc>
        <w:tcPr>
          <w:tcW w:w="1361" w:type="dxa"/>
          <w:tcMar>
            <w:left w:w="0" w:type="dxa"/>
            <w:right w:w="0" w:type="dxa"/>
          </w:tcMar>
          <w:vAlign w:val="bottom"/>
        </w:tcPr>
        <w:p w14:paraId="619E840B" w14:textId="3E4E33EC" w:rsidR="0068320A" w:rsidRPr="00B8518B" w:rsidRDefault="0068320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B6C0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B6C0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68320A" w:rsidRDefault="0068320A" w:rsidP="00B8518B">
          <w:pPr>
            <w:pStyle w:val="Zpat"/>
          </w:pPr>
        </w:p>
      </w:tc>
      <w:tc>
        <w:tcPr>
          <w:tcW w:w="425" w:type="dxa"/>
          <w:shd w:val="clear" w:color="auto" w:fill="auto"/>
          <w:tcMar>
            <w:left w:w="0" w:type="dxa"/>
            <w:right w:w="0" w:type="dxa"/>
          </w:tcMar>
        </w:tcPr>
        <w:p w14:paraId="43E6345B" w14:textId="77777777" w:rsidR="0068320A" w:rsidRDefault="0068320A" w:rsidP="00B8518B">
          <w:pPr>
            <w:pStyle w:val="Zpat"/>
          </w:pPr>
        </w:p>
      </w:tc>
      <w:tc>
        <w:tcPr>
          <w:tcW w:w="8505" w:type="dxa"/>
        </w:tcPr>
        <w:p w14:paraId="71736431" w14:textId="77777777" w:rsidR="0068320A" w:rsidRPr="00143EC0" w:rsidRDefault="0068320A" w:rsidP="00F422D3">
          <w:pPr>
            <w:pStyle w:val="Zpat0"/>
            <w:rPr>
              <w:b/>
            </w:rPr>
          </w:pPr>
          <w:r>
            <w:rPr>
              <w:b/>
            </w:rPr>
            <w:t>PŘÍLOHA č. 8</w:t>
          </w:r>
        </w:p>
        <w:p w14:paraId="72D7A389" w14:textId="77777777" w:rsidR="0068320A" w:rsidRDefault="0068320A" w:rsidP="00F95FBD">
          <w:pPr>
            <w:pStyle w:val="Zpat0"/>
          </w:pPr>
          <w:r>
            <w:t>SMLOUVA O DÍLO - Zhotovení stavby</w:t>
          </w:r>
        </w:p>
      </w:tc>
    </w:tr>
  </w:tbl>
  <w:p w14:paraId="67D758D4" w14:textId="77777777" w:rsidR="0068320A" w:rsidRPr="00B8518B" w:rsidRDefault="0068320A"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A5077" w14:paraId="13296E55" w14:textId="77777777" w:rsidTr="00EB46E5">
      <w:tc>
        <w:tcPr>
          <w:tcW w:w="1361" w:type="dxa"/>
          <w:tcMar>
            <w:left w:w="0" w:type="dxa"/>
            <w:right w:w="0" w:type="dxa"/>
          </w:tcMar>
          <w:vAlign w:val="bottom"/>
        </w:tcPr>
        <w:p w14:paraId="068959C7" w14:textId="642E4BD2" w:rsidR="004A5077" w:rsidRPr="00B8518B" w:rsidRDefault="004A507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B6C0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B6C0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E45E9C1" w14:textId="77777777" w:rsidR="004A5077" w:rsidRDefault="004A5077" w:rsidP="00B8518B">
          <w:pPr>
            <w:pStyle w:val="Zpat"/>
          </w:pPr>
        </w:p>
      </w:tc>
      <w:tc>
        <w:tcPr>
          <w:tcW w:w="425" w:type="dxa"/>
          <w:shd w:val="clear" w:color="auto" w:fill="auto"/>
          <w:tcMar>
            <w:left w:w="0" w:type="dxa"/>
            <w:right w:w="0" w:type="dxa"/>
          </w:tcMar>
        </w:tcPr>
        <w:p w14:paraId="3B256F60" w14:textId="77777777" w:rsidR="004A5077" w:rsidRDefault="004A5077" w:rsidP="00B8518B">
          <w:pPr>
            <w:pStyle w:val="Zpat"/>
          </w:pPr>
        </w:p>
      </w:tc>
      <w:tc>
        <w:tcPr>
          <w:tcW w:w="8505" w:type="dxa"/>
        </w:tcPr>
        <w:p w14:paraId="262E7CAF" w14:textId="0909FFCC" w:rsidR="004A5077" w:rsidRPr="00143EC0" w:rsidRDefault="004A5077" w:rsidP="00F422D3">
          <w:pPr>
            <w:pStyle w:val="Zpat0"/>
            <w:rPr>
              <w:b/>
            </w:rPr>
          </w:pPr>
          <w:r>
            <w:rPr>
              <w:b/>
            </w:rPr>
            <w:t xml:space="preserve">PŘÍLOHA č. </w:t>
          </w:r>
          <w:r w:rsidR="00005273">
            <w:rPr>
              <w:b/>
            </w:rPr>
            <w:t>10</w:t>
          </w:r>
        </w:p>
        <w:p w14:paraId="60721200" w14:textId="77777777" w:rsidR="004A5077" w:rsidRDefault="004A5077" w:rsidP="00F95FBD">
          <w:pPr>
            <w:pStyle w:val="Zpat0"/>
          </w:pPr>
          <w:r>
            <w:t>SMLOUVA O DÍLO - Zhotovení stavby</w:t>
          </w:r>
        </w:p>
      </w:tc>
    </w:tr>
  </w:tbl>
  <w:p w14:paraId="377A6EAC" w14:textId="77777777" w:rsidR="004A5077" w:rsidRPr="00B8518B" w:rsidRDefault="004A5077" w:rsidP="00B8518B">
    <w:pPr>
      <w:pStyle w:val="Zpat"/>
      <w:rPr>
        <w:sz w:val="2"/>
        <w:szCs w:val="2"/>
      </w:rPr>
    </w:pPr>
  </w:p>
  <w:p w14:paraId="6EF4945F" w14:textId="77777777" w:rsidR="004A5077" w:rsidRDefault="004A5077"/>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A5077" w14:paraId="434C8F37" w14:textId="77777777" w:rsidTr="00EB46E5">
      <w:tc>
        <w:tcPr>
          <w:tcW w:w="1361" w:type="dxa"/>
          <w:tcMar>
            <w:left w:w="0" w:type="dxa"/>
            <w:right w:w="0" w:type="dxa"/>
          </w:tcMar>
          <w:vAlign w:val="bottom"/>
        </w:tcPr>
        <w:p w14:paraId="1AA019E3" w14:textId="70A1C20C" w:rsidR="004A5077" w:rsidRPr="00B8518B" w:rsidRDefault="004A507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B6C0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B6C0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B0DDDF4" w14:textId="77777777" w:rsidR="004A5077" w:rsidRDefault="004A5077" w:rsidP="00B8518B">
          <w:pPr>
            <w:pStyle w:val="Zpat"/>
          </w:pPr>
        </w:p>
      </w:tc>
      <w:tc>
        <w:tcPr>
          <w:tcW w:w="425" w:type="dxa"/>
          <w:shd w:val="clear" w:color="auto" w:fill="auto"/>
          <w:tcMar>
            <w:left w:w="0" w:type="dxa"/>
            <w:right w:w="0" w:type="dxa"/>
          </w:tcMar>
        </w:tcPr>
        <w:p w14:paraId="2E088DDE" w14:textId="77777777" w:rsidR="004A5077" w:rsidRDefault="004A5077" w:rsidP="00B8518B">
          <w:pPr>
            <w:pStyle w:val="Zpat"/>
          </w:pPr>
        </w:p>
      </w:tc>
      <w:tc>
        <w:tcPr>
          <w:tcW w:w="8505" w:type="dxa"/>
        </w:tcPr>
        <w:p w14:paraId="19374848" w14:textId="77777777" w:rsidR="004A5077" w:rsidRPr="00143EC0" w:rsidRDefault="004A5077" w:rsidP="00F422D3">
          <w:pPr>
            <w:pStyle w:val="Zpat0"/>
            <w:rPr>
              <w:b/>
            </w:rPr>
          </w:pPr>
          <w:r>
            <w:rPr>
              <w:b/>
            </w:rPr>
            <w:t>PŘÍLOHA č. 11</w:t>
          </w:r>
        </w:p>
        <w:p w14:paraId="78DCA255" w14:textId="77777777" w:rsidR="004A5077" w:rsidRDefault="004A5077" w:rsidP="00F95FBD">
          <w:pPr>
            <w:pStyle w:val="Zpat0"/>
          </w:pPr>
          <w:r>
            <w:t>SMLOUVA O DÍLO - Zhotovení stavby</w:t>
          </w:r>
        </w:p>
      </w:tc>
    </w:tr>
  </w:tbl>
  <w:p w14:paraId="6B1F0007" w14:textId="77777777" w:rsidR="004A5077" w:rsidRPr="00B8518B" w:rsidRDefault="004A5077" w:rsidP="00B8518B">
    <w:pPr>
      <w:pStyle w:val="Zpat"/>
      <w:rPr>
        <w:sz w:val="2"/>
        <w:szCs w:val="2"/>
      </w:rPr>
    </w:pPr>
  </w:p>
  <w:p w14:paraId="1F50FE96" w14:textId="77777777" w:rsidR="004A5077" w:rsidRDefault="004A5077"/>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320A" w14:paraId="172549B6" w14:textId="77777777" w:rsidTr="00EB46E5">
      <w:tc>
        <w:tcPr>
          <w:tcW w:w="1361" w:type="dxa"/>
          <w:tcMar>
            <w:left w:w="0" w:type="dxa"/>
            <w:right w:w="0" w:type="dxa"/>
          </w:tcMar>
          <w:vAlign w:val="bottom"/>
        </w:tcPr>
        <w:p w14:paraId="195FFF4E" w14:textId="5353ED65" w:rsidR="0068320A" w:rsidRPr="00B8518B" w:rsidRDefault="0068320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B6C0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B6C0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68320A" w:rsidRDefault="0068320A" w:rsidP="00B8518B">
          <w:pPr>
            <w:pStyle w:val="Zpat"/>
          </w:pPr>
        </w:p>
      </w:tc>
      <w:tc>
        <w:tcPr>
          <w:tcW w:w="425" w:type="dxa"/>
          <w:shd w:val="clear" w:color="auto" w:fill="auto"/>
          <w:tcMar>
            <w:left w:w="0" w:type="dxa"/>
            <w:right w:w="0" w:type="dxa"/>
          </w:tcMar>
        </w:tcPr>
        <w:p w14:paraId="1F28420E" w14:textId="77777777" w:rsidR="0068320A" w:rsidRDefault="0068320A" w:rsidP="00B8518B">
          <w:pPr>
            <w:pStyle w:val="Zpat"/>
          </w:pPr>
        </w:p>
      </w:tc>
      <w:tc>
        <w:tcPr>
          <w:tcW w:w="8505" w:type="dxa"/>
        </w:tcPr>
        <w:p w14:paraId="667AD46C" w14:textId="4119A88A" w:rsidR="0068320A" w:rsidRPr="00143EC0" w:rsidRDefault="0068320A" w:rsidP="00F422D3">
          <w:pPr>
            <w:pStyle w:val="Zpat0"/>
            <w:rPr>
              <w:b/>
            </w:rPr>
          </w:pPr>
          <w:r>
            <w:rPr>
              <w:b/>
            </w:rPr>
            <w:t xml:space="preserve">PŘÍLOHA č. </w:t>
          </w:r>
          <w:r w:rsidR="004A5077">
            <w:rPr>
              <w:b/>
            </w:rPr>
            <w:t>12</w:t>
          </w:r>
        </w:p>
        <w:p w14:paraId="11341C10" w14:textId="77777777" w:rsidR="0068320A" w:rsidRDefault="0068320A" w:rsidP="00F95FBD">
          <w:pPr>
            <w:pStyle w:val="Zpat0"/>
          </w:pPr>
          <w:r>
            <w:t>SMLOUVA O DÍLO - Zhotovení stavby</w:t>
          </w:r>
        </w:p>
      </w:tc>
    </w:tr>
  </w:tbl>
  <w:p w14:paraId="0C8991EE" w14:textId="77777777" w:rsidR="0068320A" w:rsidRPr="00B8518B" w:rsidRDefault="0068320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68320A" w:rsidRPr="00B8518B" w:rsidRDefault="0068320A" w:rsidP="00460660">
    <w:pPr>
      <w:pStyle w:val="Zpat"/>
      <w:rPr>
        <w:sz w:val="2"/>
        <w:szCs w:val="2"/>
      </w:rPr>
    </w:pPr>
  </w:p>
  <w:p w14:paraId="16024DF8" w14:textId="77777777" w:rsidR="0068320A" w:rsidRPr="00460660" w:rsidRDefault="0068320A">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320A" w14:paraId="3B795DC1" w14:textId="77777777" w:rsidTr="00EB46E5">
      <w:tc>
        <w:tcPr>
          <w:tcW w:w="1361" w:type="dxa"/>
          <w:tcMar>
            <w:left w:w="0" w:type="dxa"/>
            <w:right w:w="0" w:type="dxa"/>
          </w:tcMar>
          <w:vAlign w:val="bottom"/>
        </w:tcPr>
        <w:p w14:paraId="263D62C1" w14:textId="0F1AA931" w:rsidR="0068320A" w:rsidRPr="00B8518B" w:rsidRDefault="0068320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B6C0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B6C0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68320A" w:rsidRDefault="0068320A" w:rsidP="00B8518B">
          <w:pPr>
            <w:pStyle w:val="Zpat"/>
          </w:pPr>
        </w:p>
      </w:tc>
      <w:tc>
        <w:tcPr>
          <w:tcW w:w="425" w:type="dxa"/>
          <w:shd w:val="clear" w:color="auto" w:fill="auto"/>
          <w:tcMar>
            <w:left w:w="0" w:type="dxa"/>
            <w:right w:w="0" w:type="dxa"/>
          </w:tcMar>
        </w:tcPr>
        <w:p w14:paraId="1E39D294" w14:textId="77777777" w:rsidR="0068320A" w:rsidRDefault="0068320A" w:rsidP="00B8518B">
          <w:pPr>
            <w:pStyle w:val="Zpat"/>
          </w:pPr>
        </w:p>
      </w:tc>
      <w:tc>
        <w:tcPr>
          <w:tcW w:w="8505" w:type="dxa"/>
        </w:tcPr>
        <w:p w14:paraId="2B5041B9" w14:textId="77777777" w:rsidR="0068320A" w:rsidRPr="00143EC0" w:rsidRDefault="0068320A" w:rsidP="00F422D3">
          <w:pPr>
            <w:pStyle w:val="Zpat0"/>
            <w:rPr>
              <w:b/>
            </w:rPr>
          </w:pPr>
          <w:r w:rsidRPr="00143EC0">
            <w:rPr>
              <w:b/>
            </w:rPr>
            <w:t>PŘÍLOHA č. 1</w:t>
          </w:r>
        </w:p>
        <w:p w14:paraId="40F61466" w14:textId="77777777" w:rsidR="0068320A" w:rsidRDefault="0068320A" w:rsidP="00F95FBD">
          <w:pPr>
            <w:pStyle w:val="Zpat0"/>
          </w:pPr>
          <w:r>
            <w:t>SMLOUVA O DÍLO - Zhotovení stavby</w:t>
          </w:r>
        </w:p>
      </w:tc>
    </w:tr>
  </w:tbl>
  <w:p w14:paraId="3A0E80A4" w14:textId="77777777" w:rsidR="0068320A" w:rsidRPr="00B8518B" w:rsidRDefault="0068320A"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320A" w14:paraId="5A3921EC" w14:textId="77777777" w:rsidTr="00EB46E5">
      <w:tc>
        <w:tcPr>
          <w:tcW w:w="1361" w:type="dxa"/>
          <w:tcMar>
            <w:left w:w="0" w:type="dxa"/>
            <w:right w:w="0" w:type="dxa"/>
          </w:tcMar>
          <w:vAlign w:val="bottom"/>
        </w:tcPr>
        <w:p w14:paraId="4B55187E" w14:textId="05F07066" w:rsidR="0068320A" w:rsidRPr="00B8518B" w:rsidRDefault="0068320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B6C0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B6C0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68320A" w:rsidRDefault="0068320A" w:rsidP="005A7872">
          <w:pPr>
            <w:pStyle w:val="Zpat"/>
          </w:pPr>
        </w:p>
      </w:tc>
      <w:tc>
        <w:tcPr>
          <w:tcW w:w="425" w:type="dxa"/>
          <w:shd w:val="clear" w:color="auto" w:fill="auto"/>
          <w:tcMar>
            <w:left w:w="0" w:type="dxa"/>
            <w:right w:w="0" w:type="dxa"/>
          </w:tcMar>
        </w:tcPr>
        <w:p w14:paraId="0BDE20BF" w14:textId="77777777" w:rsidR="0068320A" w:rsidRDefault="0068320A" w:rsidP="00B8518B">
          <w:pPr>
            <w:pStyle w:val="Zpat"/>
          </w:pPr>
        </w:p>
      </w:tc>
      <w:tc>
        <w:tcPr>
          <w:tcW w:w="8505" w:type="dxa"/>
        </w:tcPr>
        <w:p w14:paraId="639AED04" w14:textId="77777777" w:rsidR="0068320A" w:rsidRPr="00143EC0" w:rsidRDefault="0068320A" w:rsidP="00F422D3">
          <w:pPr>
            <w:pStyle w:val="Zpat0"/>
            <w:rPr>
              <w:b/>
            </w:rPr>
          </w:pPr>
          <w:r>
            <w:rPr>
              <w:b/>
            </w:rPr>
            <w:t>PŘÍLOHA č. 2</w:t>
          </w:r>
        </w:p>
        <w:p w14:paraId="4983A40B" w14:textId="77777777" w:rsidR="0068320A" w:rsidRDefault="0068320A" w:rsidP="00F95FBD">
          <w:pPr>
            <w:pStyle w:val="Zpat0"/>
          </w:pPr>
          <w:r>
            <w:t>SMLOUVA O DÍLO - Zhotovení stavby</w:t>
          </w:r>
        </w:p>
      </w:tc>
    </w:tr>
  </w:tbl>
  <w:p w14:paraId="5CD73219" w14:textId="77777777" w:rsidR="0068320A" w:rsidRPr="00B8518B" w:rsidRDefault="0068320A"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A2BC7" w14:paraId="6F67BC29" w14:textId="77777777" w:rsidTr="00EB46E5">
      <w:tc>
        <w:tcPr>
          <w:tcW w:w="1361" w:type="dxa"/>
          <w:tcMar>
            <w:left w:w="0" w:type="dxa"/>
            <w:right w:w="0" w:type="dxa"/>
          </w:tcMar>
          <w:vAlign w:val="bottom"/>
        </w:tcPr>
        <w:p w14:paraId="72BB8AD9" w14:textId="21FE08F1" w:rsidR="00FA2BC7" w:rsidRPr="00B8518B" w:rsidRDefault="00FA2BC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B6C0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B6C0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FCA9BA6" w14:textId="77777777" w:rsidR="00FA2BC7" w:rsidRDefault="00FA2BC7" w:rsidP="005A7872">
          <w:pPr>
            <w:pStyle w:val="Zpat"/>
          </w:pPr>
        </w:p>
      </w:tc>
      <w:tc>
        <w:tcPr>
          <w:tcW w:w="425" w:type="dxa"/>
          <w:shd w:val="clear" w:color="auto" w:fill="auto"/>
          <w:tcMar>
            <w:left w:w="0" w:type="dxa"/>
            <w:right w:w="0" w:type="dxa"/>
          </w:tcMar>
        </w:tcPr>
        <w:p w14:paraId="3AC1E9AD" w14:textId="77777777" w:rsidR="00FA2BC7" w:rsidRDefault="00FA2BC7" w:rsidP="00B8518B">
          <w:pPr>
            <w:pStyle w:val="Zpat"/>
          </w:pPr>
        </w:p>
      </w:tc>
      <w:tc>
        <w:tcPr>
          <w:tcW w:w="8505" w:type="dxa"/>
        </w:tcPr>
        <w:p w14:paraId="3C2E586E" w14:textId="77777777" w:rsidR="00FA2BC7" w:rsidRPr="00143EC0" w:rsidRDefault="00FA2BC7" w:rsidP="00F422D3">
          <w:pPr>
            <w:pStyle w:val="Zpat0"/>
            <w:rPr>
              <w:b/>
            </w:rPr>
          </w:pPr>
          <w:r>
            <w:rPr>
              <w:b/>
            </w:rPr>
            <w:t>PŘÍLOHA č. 3</w:t>
          </w:r>
        </w:p>
        <w:p w14:paraId="590351D8" w14:textId="77777777" w:rsidR="00FA2BC7" w:rsidRDefault="00FA2BC7" w:rsidP="00F95FBD">
          <w:pPr>
            <w:pStyle w:val="Zpat0"/>
          </w:pPr>
          <w:r>
            <w:t>SMLOUVA O DÍLO - Zhotovení stavby</w:t>
          </w:r>
        </w:p>
      </w:tc>
    </w:tr>
  </w:tbl>
  <w:p w14:paraId="79AA51EC" w14:textId="77777777" w:rsidR="00FA2BC7" w:rsidRPr="00B8518B" w:rsidRDefault="00FA2BC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320A" w14:paraId="66B52D22" w14:textId="77777777" w:rsidTr="00EB46E5">
      <w:tc>
        <w:tcPr>
          <w:tcW w:w="1361" w:type="dxa"/>
          <w:tcMar>
            <w:left w:w="0" w:type="dxa"/>
            <w:right w:w="0" w:type="dxa"/>
          </w:tcMar>
          <w:vAlign w:val="bottom"/>
        </w:tcPr>
        <w:p w14:paraId="718DAB14" w14:textId="351DC03B" w:rsidR="0068320A" w:rsidRPr="00B8518B" w:rsidRDefault="0068320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B6C0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B6C0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68320A" w:rsidRDefault="0068320A" w:rsidP="005A7872">
          <w:pPr>
            <w:pStyle w:val="Zpat"/>
          </w:pPr>
        </w:p>
      </w:tc>
      <w:tc>
        <w:tcPr>
          <w:tcW w:w="425" w:type="dxa"/>
          <w:shd w:val="clear" w:color="auto" w:fill="auto"/>
          <w:tcMar>
            <w:left w:w="0" w:type="dxa"/>
            <w:right w:w="0" w:type="dxa"/>
          </w:tcMar>
        </w:tcPr>
        <w:p w14:paraId="23262012" w14:textId="77777777" w:rsidR="0068320A" w:rsidRDefault="0068320A" w:rsidP="00B8518B">
          <w:pPr>
            <w:pStyle w:val="Zpat"/>
          </w:pPr>
        </w:p>
      </w:tc>
      <w:tc>
        <w:tcPr>
          <w:tcW w:w="8505" w:type="dxa"/>
        </w:tcPr>
        <w:p w14:paraId="08A91DEC" w14:textId="77777777" w:rsidR="0068320A" w:rsidRPr="00143EC0" w:rsidRDefault="0068320A" w:rsidP="00F422D3">
          <w:pPr>
            <w:pStyle w:val="Zpat0"/>
            <w:rPr>
              <w:b/>
            </w:rPr>
          </w:pPr>
          <w:r>
            <w:rPr>
              <w:b/>
            </w:rPr>
            <w:t>PŘÍLOHA č. 4</w:t>
          </w:r>
        </w:p>
        <w:p w14:paraId="5AED8FDE" w14:textId="77777777" w:rsidR="0068320A" w:rsidRDefault="0068320A" w:rsidP="00F95FBD">
          <w:pPr>
            <w:pStyle w:val="Zpat0"/>
          </w:pPr>
          <w:r>
            <w:t>SMLOUVA O DÍLO - Zhotovení stavby</w:t>
          </w:r>
        </w:p>
      </w:tc>
    </w:tr>
  </w:tbl>
  <w:p w14:paraId="4F916A5C" w14:textId="77777777" w:rsidR="0068320A" w:rsidRPr="00B8518B" w:rsidRDefault="0068320A"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320A" w14:paraId="22087783" w14:textId="77777777" w:rsidTr="00EB46E5">
      <w:tc>
        <w:tcPr>
          <w:tcW w:w="1361" w:type="dxa"/>
          <w:tcMar>
            <w:left w:w="0" w:type="dxa"/>
            <w:right w:w="0" w:type="dxa"/>
          </w:tcMar>
          <w:vAlign w:val="bottom"/>
        </w:tcPr>
        <w:p w14:paraId="5466D5DD" w14:textId="79E67EA5" w:rsidR="0068320A" w:rsidRPr="00B8518B" w:rsidRDefault="0068320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B6C0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B6C0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68320A" w:rsidRDefault="0068320A" w:rsidP="005A7872">
          <w:pPr>
            <w:pStyle w:val="Zpat"/>
          </w:pPr>
        </w:p>
      </w:tc>
      <w:tc>
        <w:tcPr>
          <w:tcW w:w="425" w:type="dxa"/>
          <w:shd w:val="clear" w:color="auto" w:fill="auto"/>
          <w:tcMar>
            <w:left w:w="0" w:type="dxa"/>
            <w:right w:w="0" w:type="dxa"/>
          </w:tcMar>
        </w:tcPr>
        <w:p w14:paraId="67316234" w14:textId="77777777" w:rsidR="0068320A" w:rsidRDefault="0068320A" w:rsidP="00B8518B">
          <w:pPr>
            <w:pStyle w:val="Zpat"/>
          </w:pPr>
        </w:p>
      </w:tc>
      <w:tc>
        <w:tcPr>
          <w:tcW w:w="8505" w:type="dxa"/>
        </w:tcPr>
        <w:p w14:paraId="6C914672" w14:textId="77777777" w:rsidR="0068320A" w:rsidRPr="00143EC0" w:rsidRDefault="0068320A" w:rsidP="00F422D3">
          <w:pPr>
            <w:pStyle w:val="Zpat0"/>
            <w:rPr>
              <w:b/>
            </w:rPr>
          </w:pPr>
          <w:r>
            <w:rPr>
              <w:b/>
            </w:rPr>
            <w:t>PŘÍLOHA č. 5</w:t>
          </w:r>
        </w:p>
        <w:p w14:paraId="1C48704A" w14:textId="77777777" w:rsidR="0068320A" w:rsidRDefault="0068320A" w:rsidP="00F95FBD">
          <w:pPr>
            <w:pStyle w:val="Zpat0"/>
          </w:pPr>
          <w:r>
            <w:t>SMLOUVA O DÍLO - Zhotovení stavby</w:t>
          </w:r>
        </w:p>
      </w:tc>
    </w:tr>
  </w:tbl>
  <w:p w14:paraId="39DDB202" w14:textId="77777777" w:rsidR="0068320A" w:rsidRPr="00B8518B" w:rsidRDefault="0068320A"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320A" w14:paraId="0CCF3C1F" w14:textId="77777777" w:rsidTr="00EB46E5">
      <w:tc>
        <w:tcPr>
          <w:tcW w:w="1361" w:type="dxa"/>
          <w:tcMar>
            <w:left w:w="0" w:type="dxa"/>
            <w:right w:w="0" w:type="dxa"/>
          </w:tcMar>
          <w:vAlign w:val="bottom"/>
        </w:tcPr>
        <w:p w14:paraId="4C6F97B1" w14:textId="418C85B5" w:rsidR="0068320A" w:rsidRPr="00B8518B" w:rsidRDefault="0068320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B6C0B">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B6C0B">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68320A" w:rsidRDefault="0068320A" w:rsidP="005A7872">
          <w:pPr>
            <w:pStyle w:val="Zpat"/>
          </w:pPr>
        </w:p>
      </w:tc>
      <w:tc>
        <w:tcPr>
          <w:tcW w:w="425" w:type="dxa"/>
          <w:shd w:val="clear" w:color="auto" w:fill="auto"/>
          <w:tcMar>
            <w:left w:w="0" w:type="dxa"/>
            <w:right w:w="0" w:type="dxa"/>
          </w:tcMar>
        </w:tcPr>
        <w:p w14:paraId="606ADDBB" w14:textId="77777777" w:rsidR="0068320A" w:rsidRDefault="0068320A" w:rsidP="00B8518B">
          <w:pPr>
            <w:pStyle w:val="Zpat"/>
          </w:pPr>
        </w:p>
      </w:tc>
      <w:tc>
        <w:tcPr>
          <w:tcW w:w="8505" w:type="dxa"/>
        </w:tcPr>
        <w:p w14:paraId="7EC9355B" w14:textId="77777777" w:rsidR="0068320A" w:rsidRPr="00143EC0" w:rsidRDefault="0068320A" w:rsidP="00F422D3">
          <w:pPr>
            <w:pStyle w:val="Zpat0"/>
            <w:rPr>
              <w:b/>
            </w:rPr>
          </w:pPr>
          <w:r>
            <w:rPr>
              <w:b/>
            </w:rPr>
            <w:t>PŘÍLOHA č. 6</w:t>
          </w:r>
        </w:p>
        <w:p w14:paraId="0810EFE1" w14:textId="77777777" w:rsidR="0068320A" w:rsidRDefault="0068320A" w:rsidP="00F95FBD">
          <w:pPr>
            <w:pStyle w:val="Zpat0"/>
          </w:pPr>
          <w:r>
            <w:t>SMLOUVA O DÍLO - Zhotovení stavby</w:t>
          </w:r>
        </w:p>
      </w:tc>
    </w:tr>
  </w:tbl>
  <w:p w14:paraId="05421947" w14:textId="77777777" w:rsidR="0068320A" w:rsidRPr="00B8518B" w:rsidRDefault="0068320A"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320A" w14:paraId="7C217AF3" w14:textId="77777777" w:rsidTr="00EB46E5">
      <w:tc>
        <w:tcPr>
          <w:tcW w:w="1361" w:type="dxa"/>
          <w:tcMar>
            <w:left w:w="0" w:type="dxa"/>
            <w:right w:w="0" w:type="dxa"/>
          </w:tcMar>
          <w:vAlign w:val="bottom"/>
        </w:tcPr>
        <w:p w14:paraId="7DD0A4FE" w14:textId="0774F847" w:rsidR="0068320A" w:rsidRPr="00B8518B" w:rsidRDefault="0068320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B6C0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B6C0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68320A" w:rsidRDefault="0068320A" w:rsidP="005A7872">
          <w:pPr>
            <w:pStyle w:val="Zpat"/>
          </w:pPr>
        </w:p>
      </w:tc>
      <w:tc>
        <w:tcPr>
          <w:tcW w:w="425" w:type="dxa"/>
          <w:shd w:val="clear" w:color="auto" w:fill="auto"/>
          <w:tcMar>
            <w:left w:w="0" w:type="dxa"/>
            <w:right w:w="0" w:type="dxa"/>
          </w:tcMar>
        </w:tcPr>
        <w:p w14:paraId="401BA09E" w14:textId="77777777" w:rsidR="0068320A" w:rsidRDefault="0068320A" w:rsidP="00B8518B">
          <w:pPr>
            <w:pStyle w:val="Zpat"/>
          </w:pPr>
        </w:p>
      </w:tc>
      <w:tc>
        <w:tcPr>
          <w:tcW w:w="8505" w:type="dxa"/>
        </w:tcPr>
        <w:p w14:paraId="7EEDA729" w14:textId="77777777" w:rsidR="0068320A" w:rsidRPr="00143EC0" w:rsidRDefault="0068320A" w:rsidP="00F422D3">
          <w:pPr>
            <w:pStyle w:val="Zpat0"/>
            <w:rPr>
              <w:b/>
            </w:rPr>
          </w:pPr>
          <w:r>
            <w:rPr>
              <w:b/>
            </w:rPr>
            <w:t>PŘÍLOHA č. 7</w:t>
          </w:r>
        </w:p>
        <w:p w14:paraId="7E32C0F5" w14:textId="77777777" w:rsidR="0068320A" w:rsidRDefault="0068320A" w:rsidP="00F95FBD">
          <w:pPr>
            <w:pStyle w:val="Zpat0"/>
          </w:pPr>
          <w:r>
            <w:t>SMLOUVA O DÍLO - Zhotovení stavby</w:t>
          </w:r>
        </w:p>
      </w:tc>
    </w:tr>
  </w:tbl>
  <w:p w14:paraId="2B76B789" w14:textId="77777777" w:rsidR="0068320A" w:rsidRPr="00B8518B" w:rsidRDefault="0068320A"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AC23A6" w14:textId="77777777" w:rsidR="00B96602" w:rsidRDefault="00B96602" w:rsidP="00962258">
      <w:pPr>
        <w:spacing w:after="0" w:line="240" w:lineRule="auto"/>
      </w:pPr>
      <w:r>
        <w:separator/>
      </w:r>
    </w:p>
  </w:footnote>
  <w:footnote w:type="continuationSeparator" w:id="0">
    <w:p w14:paraId="7B818B38" w14:textId="77777777" w:rsidR="00B96602" w:rsidRDefault="00B9660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8320A" w14:paraId="6BB71C12" w14:textId="77777777" w:rsidTr="00C02D0A">
      <w:trPr>
        <w:trHeight w:hRule="exact" w:val="454"/>
      </w:trPr>
      <w:tc>
        <w:tcPr>
          <w:tcW w:w="1361" w:type="dxa"/>
          <w:tcMar>
            <w:top w:w="57" w:type="dxa"/>
            <w:left w:w="0" w:type="dxa"/>
            <w:right w:w="0" w:type="dxa"/>
          </w:tcMar>
        </w:tcPr>
        <w:p w14:paraId="338DD7CB" w14:textId="77777777" w:rsidR="0068320A" w:rsidRPr="00B8518B" w:rsidRDefault="0068320A" w:rsidP="00523EA7">
          <w:pPr>
            <w:pStyle w:val="Zpat"/>
            <w:rPr>
              <w:rStyle w:val="slostrnky"/>
            </w:rPr>
          </w:pPr>
        </w:p>
      </w:tc>
      <w:tc>
        <w:tcPr>
          <w:tcW w:w="3458" w:type="dxa"/>
          <w:shd w:val="clear" w:color="auto" w:fill="auto"/>
          <w:tcMar>
            <w:top w:w="57" w:type="dxa"/>
            <w:left w:w="0" w:type="dxa"/>
            <w:right w:w="0" w:type="dxa"/>
          </w:tcMar>
        </w:tcPr>
        <w:p w14:paraId="639C484E" w14:textId="77777777" w:rsidR="0068320A" w:rsidRDefault="0068320A" w:rsidP="00523EA7">
          <w:pPr>
            <w:pStyle w:val="Zpat"/>
          </w:pPr>
        </w:p>
      </w:tc>
      <w:tc>
        <w:tcPr>
          <w:tcW w:w="5698" w:type="dxa"/>
          <w:shd w:val="clear" w:color="auto" w:fill="auto"/>
          <w:tcMar>
            <w:top w:w="57" w:type="dxa"/>
            <w:left w:w="0" w:type="dxa"/>
            <w:right w:w="0" w:type="dxa"/>
          </w:tcMar>
        </w:tcPr>
        <w:p w14:paraId="7D8ED610" w14:textId="77777777" w:rsidR="0068320A" w:rsidRPr="00D6163D" w:rsidRDefault="0068320A" w:rsidP="00D6163D">
          <w:pPr>
            <w:pStyle w:val="Druhdokumentu"/>
          </w:pPr>
        </w:p>
      </w:tc>
    </w:tr>
  </w:tbl>
  <w:p w14:paraId="6ABCCCE8" w14:textId="77777777" w:rsidR="0068320A" w:rsidRPr="00D6163D" w:rsidRDefault="0068320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8320A" w14:paraId="168FD64F" w14:textId="77777777" w:rsidTr="0068320A">
      <w:trPr>
        <w:trHeight w:hRule="exact" w:val="936"/>
      </w:trPr>
      <w:tc>
        <w:tcPr>
          <w:tcW w:w="1361" w:type="dxa"/>
          <w:tcMar>
            <w:left w:w="0" w:type="dxa"/>
            <w:right w:w="0" w:type="dxa"/>
          </w:tcMar>
        </w:tcPr>
        <w:p w14:paraId="2B8CCDF0" w14:textId="77777777" w:rsidR="0068320A" w:rsidRPr="00B8518B" w:rsidRDefault="0068320A" w:rsidP="00FC6389">
          <w:pPr>
            <w:pStyle w:val="Zpat"/>
            <w:rPr>
              <w:rStyle w:val="slostrnky"/>
            </w:rPr>
          </w:pPr>
        </w:p>
      </w:tc>
      <w:tc>
        <w:tcPr>
          <w:tcW w:w="3458" w:type="dxa"/>
          <w:shd w:val="clear" w:color="auto" w:fill="auto"/>
          <w:tcMar>
            <w:left w:w="0" w:type="dxa"/>
            <w:right w:w="0" w:type="dxa"/>
          </w:tcMar>
        </w:tcPr>
        <w:p w14:paraId="53C52B3B" w14:textId="77777777" w:rsidR="0068320A" w:rsidRDefault="0068320A" w:rsidP="00FC6389">
          <w:pPr>
            <w:pStyle w:val="Zpat"/>
          </w:pPr>
        </w:p>
      </w:tc>
      <w:tc>
        <w:tcPr>
          <w:tcW w:w="5756" w:type="dxa"/>
          <w:shd w:val="clear" w:color="auto" w:fill="auto"/>
          <w:tcMar>
            <w:left w:w="0" w:type="dxa"/>
            <w:right w:w="0" w:type="dxa"/>
          </w:tcMar>
        </w:tcPr>
        <w:p w14:paraId="4E18555E" w14:textId="77777777" w:rsidR="0068320A" w:rsidRPr="00D6163D" w:rsidRDefault="0068320A" w:rsidP="00FC6389">
          <w:pPr>
            <w:pStyle w:val="Druhdokumentu"/>
          </w:pPr>
        </w:p>
      </w:tc>
    </w:tr>
    <w:tr w:rsidR="0068320A" w14:paraId="158F7373" w14:textId="77777777" w:rsidTr="0068320A">
      <w:trPr>
        <w:trHeight w:hRule="exact" w:val="754"/>
      </w:trPr>
      <w:tc>
        <w:tcPr>
          <w:tcW w:w="1361" w:type="dxa"/>
          <w:tcMar>
            <w:left w:w="0" w:type="dxa"/>
            <w:right w:w="0" w:type="dxa"/>
          </w:tcMar>
        </w:tcPr>
        <w:p w14:paraId="271D6267" w14:textId="77777777" w:rsidR="0068320A" w:rsidRPr="00B8518B" w:rsidRDefault="0068320A" w:rsidP="00FC6389">
          <w:pPr>
            <w:pStyle w:val="Zpat"/>
            <w:rPr>
              <w:rStyle w:val="slostrnky"/>
            </w:rPr>
          </w:pPr>
        </w:p>
      </w:tc>
      <w:tc>
        <w:tcPr>
          <w:tcW w:w="3458" w:type="dxa"/>
          <w:shd w:val="clear" w:color="auto" w:fill="auto"/>
          <w:tcMar>
            <w:left w:w="0" w:type="dxa"/>
            <w:right w:w="0" w:type="dxa"/>
          </w:tcMar>
        </w:tcPr>
        <w:p w14:paraId="2D54CAC2" w14:textId="77777777" w:rsidR="0068320A" w:rsidRDefault="0068320A" w:rsidP="00FC6389">
          <w:pPr>
            <w:pStyle w:val="Zpat"/>
          </w:pPr>
        </w:p>
      </w:tc>
      <w:tc>
        <w:tcPr>
          <w:tcW w:w="5756" w:type="dxa"/>
          <w:shd w:val="clear" w:color="auto" w:fill="auto"/>
          <w:tcMar>
            <w:left w:w="0" w:type="dxa"/>
            <w:right w:w="0" w:type="dxa"/>
          </w:tcMar>
        </w:tcPr>
        <w:p w14:paraId="489BF1FD" w14:textId="77777777" w:rsidR="0068320A" w:rsidRDefault="0068320A" w:rsidP="00FC6389">
          <w:pPr>
            <w:pStyle w:val="Druhdokumentu"/>
            <w:rPr>
              <w:b w:val="0"/>
              <w:color w:val="auto"/>
              <w:sz w:val="18"/>
              <w:szCs w:val="18"/>
            </w:rPr>
          </w:pPr>
        </w:p>
        <w:p w14:paraId="28F336F1" w14:textId="1BA5E8B8" w:rsidR="0068320A" w:rsidRPr="00D6163D" w:rsidRDefault="0068320A" w:rsidP="0068320A">
          <w:pPr>
            <w:pStyle w:val="Druhdokumentu"/>
          </w:pPr>
          <w:r w:rsidRPr="00743F3D">
            <w:rPr>
              <w:b w:val="0"/>
              <w:color w:val="auto"/>
              <w:sz w:val="18"/>
              <w:szCs w:val="18"/>
            </w:rPr>
            <w:t>Č.j.</w:t>
          </w:r>
          <w:r>
            <w:rPr>
              <w:b w:val="0"/>
              <w:color w:val="auto"/>
              <w:sz w:val="18"/>
              <w:szCs w:val="18"/>
            </w:rPr>
            <w:t xml:space="preserve">  …………</w:t>
          </w:r>
          <w:r w:rsidRPr="005A517C">
            <w:rPr>
              <w:b w:val="0"/>
              <w:color w:val="auto"/>
              <w:sz w:val="18"/>
              <w:szCs w:val="18"/>
            </w:rPr>
            <w:t>/2023-SŽ-OŘ BNO-NP</w:t>
          </w:r>
          <w:r>
            <w:rPr>
              <w:b w:val="0"/>
              <w:color w:val="auto"/>
              <w:sz w:val="18"/>
              <w:szCs w:val="18"/>
            </w:rPr>
            <w:t>I</w:t>
          </w:r>
        </w:p>
      </w:tc>
    </w:tr>
  </w:tbl>
  <w:p w14:paraId="3B4CC996" w14:textId="77777777" w:rsidR="0068320A" w:rsidRPr="00D6163D" w:rsidRDefault="0068320A"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68320A" w:rsidRPr="00460660" w:rsidRDefault="0068320A">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8320A" w14:paraId="3F1F66F6" w14:textId="77777777" w:rsidTr="00C02D0A">
      <w:trPr>
        <w:trHeight w:hRule="exact" w:val="454"/>
      </w:trPr>
      <w:tc>
        <w:tcPr>
          <w:tcW w:w="1361" w:type="dxa"/>
          <w:tcMar>
            <w:top w:w="57" w:type="dxa"/>
            <w:left w:w="0" w:type="dxa"/>
            <w:right w:w="0" w:type="dxa"/>
          </w:tcMar>
        </w:tcPr>
        <w:p w14:paraId="51144C71" w14:textId="77777777" w:rsidR="0068320A" w:rsidRPr="00B8518B" w:rsidRDefault="0068320A" w:rsidP="00523EA7">
          <w:pPr>
            <w:pStyle w:val="Zpat"/>
            <w:rPr>
              <w:rStyle w:val="slostrnky"/>
            </w:rPr>
          </w:pPr>
        </w:p>
      </w:tc>
      <w:tc>
        <w:tcPr>
          <w:tcW w:w="3458" w:type="dxa"/>
          <w:shd w:val="clear" w:color="auto" w:fill="auto"/>
          <w:tcMar>
            <w:top w:w="57" w:type="dxa"/>
            <w:left w:w="0" w:type="dxa"/>
            <w:right w:w="0" w:type="dxa"/>
          </w:tcMar>
        </w:tcPr>
        <w:p w14:paraId="12C575FA" w14:textId="77777777" w:rsidR="0068320A" w:rsidRDefault="0068320A" w:rsidP="00523EA7">
          <w:pPr>
            <w:pStyle w:val="Zpat"/>
          </w:pPr>
        </w:p>
      </w:tc>
      <w:tc>
        <w:tcPr>
          <w:tcW w:w="5698" w:type="dxa"/>
          <w:shd w:val="clear" w:color="auto" w:fill="auto"/>
          <w:tcMar>
            <w:top w:w="57" w:type="dxa"/>
            <w:left w:w="0" w:type="dxa"/>
            <w:right w:w="0" w:type="dxa"/>
          </w:tcMar>
        </w:tcPr>
        <w:p w14:paraId="3C4BB304" w14:textId="77777777" w:rsidR="0068320A" w:rsidRPr="00D6163D" w:rsidRDefault="0068320A" w:rsidP="00D6163D">
          <w:pPr>
            <w:pStyle w:val="Druhdokumentu"/>
          </w:pPr>
        </w:p>
      </w:tc>
    </w:tr>
  </w:tbl>
  <w:p w14:paraId="32BDC249" w14:textId="77777777" w:rsidR="0068320A" w:rsidRPr="00D6163D" w:rsidRDefault="0068320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8320A" w14:paraId="675D91C3" w14:textId="77777777" w:rsidTr="00C02D0A">
      <w:trPr>
        <w:trHeight w:hRule="exact" w:val="454"/>
      </w:trPr>
      <w:tc>
        <w:tcPr>
          <w:tcW w:w="1361" w:type="dxa"/>
          <w:tcMar>
            <w:top w:w="57" w:type="dxa"/>
            <w:left w:w="0" w:type="dxa"/>
            <w:right w:w="0" w:type="dxa"/>
          </w:tcMar>
        </w:tcPr>
        <w:p w14:paraId="504FED56" w14:textId="77777777" w:rsidR="0068320A" w:rsidRPr="00B8518B" w:rsidRDefault="0068320A" w:rsidP="00523EA7">
          <w:pPr>
            <w:pStyle w:val="Zpat"/>
            <w:rPr>
              <w:rStyle w:val="slostrnky"/>
            </w:rPr>
          </w:pPr>
        </w:p>
      </w:tc>
      <w:tc>
        <w:tcPr>
          <w:tcW w:w="3458" w:type="dxa"/>
          <w:shd w:val="clear" w:color="auto" w:fill="auto"/>
          <w:tcMar>
            <w:top w:w="57" w:type="dxa"/>
            <w:left w:w="0" w:type="dxa"/>
            <w:right w:w="0" w:type="dxa"/>
          </w:tcMar>
        </w:tcPr>
        <w:p w14:paraId="2550CFA4" w14:textId="77777777" w:rsidR="0068320A" w:rsidRDefault="0068320A" w:rsidP="00523EA7">
          <w:pPr>
            <w:pStyle w:val="Zpat"/>
          </w:pPr>
        </w:p>
      </w:tc>
      <w:tc>
        <w:tcPr>
          <w:tcW w:w="5698" w:type="dxa"/>
          <w:shd w:val="clear" w:color="auto" w:fill="auto"/>
          <w:tcMar>
            <w:top w:w="57" w:type="dxa"/>
            <w:left w:w="0" w:type="dxa"/>
            <w:right w:w="0" w:type="dxa"/>
          </w:tcMar>
        </w:tcPr>
        <w:p w14:paraId="283A806D" w14:textId="77777777" w:rsidR="0068320A" w:rsidRPr="00D6163D" w:rsidRDefault="0068320A" w:rsidP="00D6163D">
          <w:pPr>
            <w:pStyle w:val="Druhdokumentu"/>
          </w:pPr>
        </w:p>
      </w:tc>
    </w:tr>
  </w:tbl>
  <w:p w14:paraId="0BADE093" w14:textId="77777777" w:rsidR="0068320A" w:rsidRPr="00D6163D" w:rsidRDefault="0068320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8320A" w14:paraId="7F905E6B" w14:textId="77777777" w:rsidTr="00C02D0A">
      <w:trPr>
        <w:trHeight w:hRule="exact" w:val="454"/>
      </w:trPr>
      <w:tc>
        <w:tcPr>
          <w:tcW w:w="1361" w:type="dxa"/>
          <w:tcMar>
            <w:top w:w="57" w:type="dxa"/>
            <w:left w:w="0" w:type="dxa"/>
            <w:right w:w="0" w:type="dxa"/>
          </w:tcMar>
        </w:tcPr>
        <w:p w14:paraId="37D5EB89" w14:textId="77777777" w:rsidR="0068320A" w:rsidRPr="00B8518B" w:rsidRDefault="0068320A" w:rsidP="00523EA7">
          <w:pPr>
            <w:pStyle w:val="Zpat"/>
            <w:rPr>
              <w:rStyle w:val="slostrnky"/>
            </w:rPr>
          </w:pPr>
        </w:p>
      </w:tc>
      <w:tc>
        <w:tcPr>
          <w:tcW w:w="3458" w:type="dxa"/>
          <w:shd w:val="clear" w:color="auto" w:fill="auto"/>
          <w:tcMar>
            <w:top w:w="57" w:type="dxa"/>
            <w:left w:w="0" w:type="dxa"/>
            <w:right w:w="0" w:type="dxa"/>
          </w:tcMar>
        </w:tcPr>
        <w:p w14:paraId="24B9BE83" w14:textId="77777777" w:rsidR="0068320A" w:rsidRDefault="0068320A" w:rsidP="00523EA7">
          <w:pPr>
            <w:pStyle w:val="Zpat"/>
          </w:pPr>
        </w:p>
      </w:tc>
      <w:tc>
        <w:tcPr>
          <w:tcW w:w="5698" w:type="dxa"/>
          <w:shd w:val="clear" w:color="auto" w:fill="auto"/>
          <w:tcMar>
            <w:top w:w="57" w:type="dxa"/>
            <w:left w:w="0" w:type="dxa"/>
            <w:right w:w="0" w:type="dxa"/>
          </w:tcMar>
        </w:tcPr>
        <w:p w14:paraId="04CE75F8" w14:textId="77777777" w:rsidR="0068320A" w:rsidRPr="00D6163D" w:rsidRDefault="0068320A" w:rsidP="00D6163D">
          <w:pPr>
            <w:pStyle w:val="Druhdokumentu"/>
          </w:pPr>
        </w:p>
      </w:tc>
    </w:tr>
  </w:tbl>
  <w:p w14:paraId="608318F8" w14:textId="77777777" w:rsidR="0068320A" w:rsidRPr="00D6163D" w:rsidRDefault="0068320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C289E" w14:paraId="1130A32B" w14:textId="77777777" w:rsidTr="00C02D0A">
      <w:trPr>
        <w:trHeight w:hRule="exact" w:val="454"/>
      </w:trPr>
      <w:tc>
        <w:tcPr>
          <w:tcW w:w="1361" w:type="dxa"/>
          <w:tcMar>
            <w:top w:w="57" w:type="dxa"/>
            <w:left w:w="0" w:type="dxa"/>
            <w:right w:w="0" w:type="dxa"/>
          </w:tcMar>
        </w:tcPr>
        <w:p w14:paraId="2757C292" w14:textId="77777777" w:rsidR="00BC289E" w:rsidRPr="00B8518B" w:rsidRDefault="00BC289E" w:rsidP="00523EA7">
          <w:pPr>
            <w:pStyle w:val="Zpat"/>
            <w:rPr>
              <w:rStyle w:val="slostrnky"/>
            </w:rPr>
          </w:pPr>
        </w:p>
      </w:tc>
      <w:tc>
        <w:tcPr>
          <w:tcW w:w="3458" w:type="dxa"/>
          <w:shd w:val="clear" w:color="auto" w:fill="auto"/>
          <w:tcMar>
            <w:top w:w="57" w:type="dxa"/>
            <w:left w:w="0" w:type="dxa"/>
            <w:right w:w="0" w:type="dxa"/>
          </w:tcMar>
        </w:tcPr>
        <w:p w14:paraId="6CD010E9" w14:textId="77777777" w:rsidR="00BC289E" w:rsidRDefault="00BC289E" w:rsidP="00523EA7">
          <w:pPr>
            <w:pStyle w:val="Zpat"/>
          </w:pPr>
        </w:p>
      </w:tc>
      <w:tc>
        <w:tcPr>
          <w:tcW w:w="5698" w:type="dxa"/>
          <w:shd w:val="clear" w:color="auto" w:fill="auto"/>
          <w:tcMar>
            <w:top w:w="57" w:type="dxa"/>
            <w:left w:w="0" w:type="dxa"/>
            <w:right w:w="0" w:type="dxa"/>
          </w:tcMar>
        </w:tcPr>
        <w:p w14:paraId="0525AB7E" w14:textId="77777777" w:rsidR="00BC289E" w:rsidRPr="00D6163D" w:rsidRDefault="00BC289E" w:rsidP="00D6163D">
          <w:pPr>
            <w:pStyle w:val="Druhdokumentu"/>
          </w:pPr>
        </w:p>
      </w:tc>
    </w:tr>
  </w:tbl>
  <w:p w14:paraId="11F06A69" w14:textId="77777777" w:rsidR="00BC289E" w:rsidRPr="00D6163D" w:rsidRDefault="00BC289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8320A" w14:paraId="19DA0765" w14:textId="77777777" w:rsidTr="00C02D0A">
      <w:trPr>
        <w:trHeight w:hRule="exact" w:val="454"/>
      </w:trPr>
      <w:tc>
        <w:tcPr>
          <w:tcW w:w="1361" w:type="dxa"/>
          <w:tcMar>
            <w:top w:w="57" w:type="dxa"/>
            <w:left w:w="0" w:type="dxa"/>
            <w:right w:w="0" w:type="dxa"/>
          </w:tcMar>
        </w:tcPr>
        <w:p w14:paraId="491C1C1D" w14:textId="77777777" w:rsidR="0068320A" w:rsidRPr="00B8518B" w:rsidRDefault="0068320A" w:rsidP="00523EA7">
          <w:pPr>
            <w:pStyle w:val="Zpat"/>
            <w:rPr>
              <w:rStyle w:val="slostrnky"/>
            </w:rPr>
          </w:pPr>
        </w:p>
      </w:tc>
      <w:tc>
        <w:tcPr>
          <w:tcW w:w="3458" w:type="dxa"/>
          <w:shd w:val="clear" w:color="auto" w:fill="auto"/>
          <w:tcMar>
            <w:top w:w="57" w:type="dxa"/>
            <w:left w:w="0" w:type="dxa"/>
            <w:right w:w="0" w:type="dxa"/>
          </w:tcMar>
        </w:tcPr>
        <w:p w14:paraId="566F6471" w14:textId="77777777" w:rsidR="0068320A" w:rsidRDefault="0068320A" w:rsidP="00523EA7">
          <w:pPr>
            <w:pStyle w:val="Zpat"/>
          </w:pPr>
        </w:p>
      </w:tc>
      <w:tc>
        <w:tcPr>
          <w:tcW w:w="5698" w:type="dxa"/>
          <w:shd w:val="clear" w:color="auto" w:fill="auto"/>
          <w:tcMar>
            <w:top w:w="57" w:type="dxa"/>
            <w:left w:w="0" w:type="dxa"/>
            <w:right w:w="0" w:type="dxa"/>
          </w:tcMar>
        </w:tcPr>
        <w:p w14:paraId="0A6D3013" w14:textId="77777777" w:rsidR="0068320A" w:rsidRPr="00D6163D" w:rsidRDefault="0068320A" w:rsidP="00D6163D">
          <w:pPr>
            <w:pStyle w:val="Druhdokumentu"/>
          </w:pPr>
        </w:p>
      </w:tc>
    </w:tr>
  </w:tbl>
  <w:p w14:paraId="5C5A73E6" w14:textId="77777777" w:rsidR="0068320A" w:rsidRPr="00D6163D" w:rsidRDefault="0068320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1"/>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7"/>
  </w:num>
  <w:num w:numId="8">
    <w:abstractNumId w:val="20"/>
  </w:num>
  <w:num w:numId="9">
    <w:abstractNumId w:val="0"/>
  </w:num>
  <w:num w:numId="10">
    <w:abstractNumId w:val="4"/>
  </w:num>
  <w:num w:numId="11">
    <w:abstractNumId w:val="22"/>
  </w:num>
  <w:num w:numId="12">
    <w:abstractNumId w:val="0"/>
  </w:num>
  <w:num w:numId="13">
    <w:abstractNumId w:val="4"/>
  </w:num>
  <w:num w:numId="14">
    <w:abstractNumId w:val="4"/>
  </w:num>
  <w:num w:numId="15">
    <w:abstractNumId w:val="12"/>
  </w:num>
  <w:num w:numId="16">
    <w:abstractNumId w:val="12"/>
  </w:num>
  <w:num w:numId="17">
    <w:abstractNumId w:val="12"/>
  </w:num>
  <w:num w:numId="18">
    <w:abstractNumId w:val="17"/>
  </w:num>
  <w:num w:numId="19">
    <w:abstractNumId w:val="17"/>
  </w:num>
  <w:num w:numId="20">
    <w:abstractNumId w:val="17"/>
  </w:num>
  <w:num w:numId="21">
    <w:abstractNumId w:val="20"/>
  </w:num>
  <w:num w:numId="22">
    <w:abstractNumId w:val="0"/>
  </w:num>
  <w:num w:numId="23">
    <w:abstractNumId w:val="0"/>
  </w:num>
  <w:num w:numId="24">
    <w:abstractNumId w:val="4"/>
  </w:num>
  <w:num w:numId="25">
    <w:abstractNumId w:val="4"/>
  </w:num>
  <w:num w:numId="26">
    <w:abstractNumId w:val="22"/>
  </w:num>
  <w:num w:numId="27">
    <w:abstractNumId w:val="14"/>
  </w:num>
  <w:num w:numId="28">
    <w:abstractNumId w:val="3"/>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1"/>
  </w:num>
  <w:num w:numId="36">
    <w:abstractNumId w:val="5"/>
  </w:num>
  <w:num w:numId="37">
    <w:abstractNumId w:val="13"/>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3"/>
  </w:num>
  <w:num w:numId="41">
    <w:abstractNumId w:val="2"/>
  </w:num>
  <w:num w:numId="42">
    <w:abstractNumId w:val="0"/>
  </w:num>
  <w:num w:numId="43">
    <w:abstractNumId w:val="19"/>
  </w:num>
  <w:num w:numId="44">
    <w:abstractNumId w:val="16"/>
  </w:num>
  <w:num w:numId="45">
    <w:abstractNumId w:val="9"/>
  </w:num>
  <w:num w:numId="46">
    <w:abstractNumId w:val="6"/>
  </w:num>
  <w:num w:numId="47">
    <w:abstractNumId w:val="0"/>
  </w:num>
  <w:num w:numId="48">
    <w:abstractNumId w:val="0"/>
  </w:num>
  <w:num w:numId="49">
    <w:abstractNumId w:val="0"/>
  </w:num>
  <w:num w:numId="50">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5273"/>
    <w:rsid w:val="00011200"/>
    <w:rsid w:val="00017F3C"/>
    <w:rsid w:val="00023257"/>
    <w:rsid w:val="0002745A"/>
    <w:rsid w:val="00041EC8"/>
    <w:rsid w:val="00056BB3"/>
    <w:rsid w:val="0006588D"/>
    <w:rsid w:val="00067A5E"/>
    <w:rsid w:val="000719BB"/>
    <w:rsid w:val="00072572"/>
    <w:rsid w:val="00072A65"/>
    <w:rsid w:val="00072C1E"/>
    <w:rsid w:val="000813F9"/>
    <w:rsid w:val="000A105B"/>
    <w:rsid w:val="000A2DC4"/>
    <w:rsid w:val="000A5B80"/>
    <w:rsid w:val="000B4EB8"/>
    <w:rsid w:val="000C41F2"/>
    <w:rsid w:val="000D22C4"/>
    <w:rsid w:val="000D27D1"/>
    <w:rsid w:val="000E1A7F"/>
    <w:rsid w:val="00102D47"/>
    <w:rsid w:val="00106C7A"/>
    <w:rsid w:val="00112864"/>
    <w:rsid w:val="00114472"/>
    <w:rsid w:val="00114988"/>
    <w:rsid w:val="00115069"/>
    <w:rsid w:val="001150F2"/>
    <w:rsid w:val="001234EA"/>
    <w:rsid w:val="00143EC0"/>
    <w:rsid w:val="001656A2"/>
    <w:rsid w:val="00165977"/>
    <w:rsid w:val="00170EC5"/>
    <w:rsid w:val="001747C1"/>
    <w:rsid w:val="00177D6B"/>
    <w:rsid w:val="001913F8"/>
    <w:rsid w:val="00191F90"/>
    <w:rsid w:val="001A4E40"/>
    <w:rsid w:val="001B4E74"/>
    <w:rsid w:val="001C2F27"/>
    <w:rsid w:val="001C3314"/>
    <w:rsid w:val="001C645F"/>
    <w:rsid w:val="001E03D3"/>
    <w:rsid w:val="001E678E"/>
    <w:rsid w:val="002038D5"/>
    <w:rsid w:val="002071BB"/>
    <w:rsid w:val="00207DF5"/>
    <w:rsid w:val="00214C3E"/>
    <w:rsid w:val="00240B81"/>
    <w:rsid w:val="00247D01"/>
    <w:rsid w:val="00250AB7"/>
    <w:rsid w:val="00254D17"/>
    <w:rsid w:val="00261A5B"/>
    <w:rsid w:val="00261C90"/>
    <w:rsid w:val="00262E5B"/>
    <w:rsid w:val="00276AFE"/>
    <w:rsid w:val="002810BB"/>
    <w:rsid w:val="0029677D"/>
    <w:rsid w:val="002A3B57"/>
    <w:rsid w:val="002A5468"/>
    <w:rsid w:val="002A784C"/>
    <w:rsid w:val="002C31BF"/>
    <w:rsid w:val="002C3F01"/>
    <w:rsid w:val="002C6C11"/>
    <w:rsid w:val="002C7A28"/>
    <w:rsid w:val="002D7FD6"/>
    <w:rsid w:val="002E0CD7"/>
    <w:rsid w:val="002E0CFB"/>
    <w:rsid w:val="002E5C7B"/>
    <w:rsid w:val="002F4333"/>
    <w:rsid w:val="00301DDD"/>
    <w:rsid w:val="00302A0C"/>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7545D"/>
    <w:rsid w:val="00381EFC"/>
    <w:rsid w:val="0038519D"/>
    <w:rsid w:val="00392910"/>
    <w:rsid w:val="00392EB6"/>
    <w:rsid w:val="003956C6"/>
    <w:rsid w:val="003A197F"/>
    <w:rsid w:val="003A211F"/>
    <w:rsid w:val="003A407B"/>
    <w:rsid w:val="003B5A9F"/>
    <w:rsid w:val="003C33F2"/>
    <w:rsid w:val="003D756E"/>
    <w:rsid w:val="003E420D"/>
    <w:rsid w:val="003E4C13"/>
    <w:rsid w:val="004078F3"/>
    <w:rsid w:val="004130EE"/>
    <w:rsid w:val="00427794"/>
    <w:rsid w:val="00433FCF"/>
    <w:rsid w:val="00450F07"/>
    <w:rsid w:val="00453CD3"/>
    <w:rsid w:val="00454053"/>
    <w:rsid w:val="00455575"/>
    <w:rsid w:val="0046002F"/>
    <w:rsid w:val="00460660"/>
    <w:rsid w:val="00464BA9"/>
    <w:rsid w:val="0046534F"/>
    <w:rsid w:val="00483969"/>
    <w:rsid w:val="00485CE8"/>
    <w:rsid w:val="00486107"/>
    <w:rsid w:val="004904BE"/>
    <w:rsid w:val="00491827"/>
    <w:rsid w:val="004A5077"/>
    <w:rsid w:val="004A75B9"/>
    <w:rsid w:val="004C4399"/>
    <w:rsid w:val="004C787C"/>
    <w:rsid w:val="004D09FB"/>
    <w:rsid w:val="004E70C8"/>
    <w:rsid w:val="004E7A1F"/>
    <w:rsid w:val="004F4B9B"/>
    <w:rsid w:val="00502690"/>
    <w:rsid w:val="0050666E"/>
    <w:rsid w:val="00511AB9"/>
    <w:rsid w:val="0051246F"/>
    <w:rsid w:val="00523BB5"/>
    <w:rsid w:val="00523EA7"/>
    <w:rsid w:val="00525E91"/>
    <w:rsid w:val="005406EB"/>
    <w:rsid w:val="00544E38"/>
    <w:rsid w:val="005478B0"/>
    <w:rsid w:val="00553375"/>
    <w:rsid w:val="00555884"/>
    <w:rsid w:val="005679E4"/>
    <w:rsid w:val="005736B7"/>
    <w:rsid w:val="00575E5A"/>
    <w:rsid w:val="00580245"/>
    <w:rsid w:val="00585539"/>
    <w:rsid w:val="00596203"/>
    <w:rsid w:val="005A1F44"/>
    <w:rsid w:val="005A6B21"/>
    <w:rsid w:val="005A7872"/>
    <w:rsid w:val="005B2E3A"/>
    <w:rsid w:val="005D3C39"/>
    <w:rsid w:val="00601A8C"/>
    <w:rsid w:val="0061068E"/>
    <w:rsid w:val="006115D3"/>
    <w:rsid w:val="006132CD"/>
    <w:rsid w:val="006166A4"/>
    <w:rsid w:val="0062575F"/>
    <w:rsid w:val="00625EE2"/>
    <w:rsid w:val="00644B81"/>
    <w:rsid w:val="0065610E"/>
    <w:rsid w:val="00660AD3"/>
    <w:rsid w:val="0067126F"/>
    <w:rsid w:val="006776B6"/>
    <w:rsid w:val="0068320A"/>
    <w:rsid w:val="00693150"/>
    <w:rsid w:val="006A347D"/>
    <w:rsid w:val="006A5570"/>
    <w:rsid w:val="006A689C"/>
    <w:rsid w:val="006B3D79"/>
    <w:rsid w:val="006B6FE4"/>
    <w:rsid w:val="006C0BB6"/>
    <w:rsid w:val="006C2343"/>
    <w:rsid w:val="006C442A"/>
    <w:rsid w:val="006C490F"/>
    <w:rsid w:val="006D3D66"/>
    <w:rsid w:val="006D6854"/>
    <w:rsid w:val="006E0578"/>
    <w:rsid w:val="006E314D"/>
    <w:rsid w:val="007068AA"/>
    <w:rsid w:val="00710723"/>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A418E"/>
    <w:rsid w:val="007A5172"/>
    <w:rsid w:val="007A67A0"/>
    <w:rsid w:val="007B0432"/>
    <w:rsid w:val="007B570C"/>
    <w:rsid w:val="007D015E"/>
    <w:rsid w:val="007E438F"/>
    <w:rsid w:val="007E4A6E"/>
    <w:rsid w:val="007F56A7"/>
    <w:rsid w:val="00800851"/>
    <w:rsid w:val="00807DD0"/>
    <w:rsid w:val="008105B1"/>
    <w:rsid w:val="00821D01"/>
    <w:rsid w:val="008232B1"/>
    <w:rsid w:val="00826B7B"/>
    <w:rsid w:val="00835A97"/>
    <w:rsid w:val="00846789"/>
    <w:rsid w:val="00866994"/>
    <w:rsid w:val="00884F59"/>
    <w:rsid w:val="0088657E"/>
    <w:rsid w:val="008A20E0"/>
    <w:rsid w:val="008A3568"/>
    <w:rsid w:val="008A779C"/>
    <w:rsid w:val="008B46D2"/>
    <w:rsid w:val="008C50F3"/>
    <w:rsid w:val="008C7EFE"/>
    <w:rsid w:val="008D03B9"/>
    <w:rsid w:val="008D0757"/>
    <w:rsid w:val="008D30C7"/>
    <w:rsid w:val="008E3C99"/>
    <w:rsid w:val="008F18D6"/>
    <w:rsid w:val="008F2C9B"/>
    <w:rsid w:val="008F797B"/>
    <w:rsid w:val="009032FF"/>
    <w:rsid w:val="00904780"/>
    <w:rsid w:val="0090635B"/>
    <w:rsid w:val="00922385"/>
    <w:rsid w:val="009223DF"/>
    <w:rsid w:val="00923DE5"/>
    <w:rsid w:val="00936091"/>
    <w:rsid w:val="00940D8A"/>
    <w:rsid w:val="00943CF0"/>
    <w:rsid w:val="00952C4E"/>
    <w:rsid w:val="00962258"/>
    <w:rsid w:val="009678B7"/>
    <w:rsid w:val="00985317"/>
    <w:rsid w:val="00992D9C"/>
    <w:rsid w:val="009937BC"/>
    <w:rsid w:val="00996CB8"/>
    <w:rsid w:val="00997B23"/>
    <w:rsid w:val="00997FAB"/>
    <w:rsid w:val="009A6056"/>
    <w:rsid w:val="009B2E97"/>
    <w:rsid w:val="009B4201"/>
    <w:rsid w:val="009B5146"/>
    <w:rsid w:val="009C418E"/>
    <w:rsid w:val="009C442C"/>
    <w:rsid w:val="009E07F4"/>
    <w:rsid w:val="009E7AA5"/>
    <w:rsid w:val="009F0867"/>
    <w:rsid w:val="009F309B"/>
    <w:rsid w:val="009F392E"/>
    <w:rsid w:val="009F53C5"/>
    <w:rsid w:val="009F638B"/>
    <w:rsid w:val="009F79F2"/>
    <w:rsid w:val="00A0740E"/>
    <w:rsid w:val="00A10713"/>
    <w:rsid w:val="00A128F2"/>
    <w:rsid w:val="00A1575E"/>
    <w:rsid w:val="00A21A01"/>
    <w:rsid w:val="00A302DF"/>
    <w:rsid w:val="00A35CFA"/>
    <w:rsid w:val="00A4018D"/>
    <w:rsid w:val="00A40CD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5F1A"/>
    <w:rsid w:val="00AD6731"/>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2F40"/>
    <w:rsid w:val="00B4650A"/>
    <w:rsid w:val="00B5431A"/>
    <w:rsid w:val="00B60502"/>
    <w:rsid w:val="00B70CD6"/>
    <w:rsid w:val="00B75EE1"/>
    <w:rsid w:val="00B77481"/>
    <w:rsid w:val="00B84ECC"/>
    <w:rsid w:val="00B8518B"/>
    <w:rsid w:val="00B955DF"/>
    <w:rsid w:val="00B96602"/>
    <w:rsid w:val="00B96A88"/>
    <w:rsid w:val="00B97CC3"/>
    <w:rsid w:val="00BB2903"/>
    <w:rsid w:val="00BC06C4"/>
    <w:rsid w:val="00BC289E"/>
    <w:rsid w:val="00BC2DB6"/>
    <w:rsid w:val="00BD1C46"/>
    <w:rsid w:val="00BD7E91"/>
    <w:rsid w:val="00BD7F0D"/>
    <w:rsid w:val="00BE7F36"/>
    <w:rsid w:val="00C02D0A"/>
    <w:rsid w:val="00C03A6E"/>
    <w:rsid w:val="00C11795"/>
    <w:rsid w:val="00C1242D"/>
    <w:rsid w:val="00C175F5"/>
    <w:rsid w:val="00C2029D"/>
    <w:rsid w:val="00C226C0"/>
    <w:rsid w:val="00C22C7F"/>
    <w:rsid w:val="00C26A57"/>
    <w:rsid w:val="00C37459"/>
    <w:rsid w:val="00C42FE6"/>
    <w:rsid w:val="00C44F6A"/>
    <w:rsid w:val="00C45470"/>
    <w:rsid w:val="00C55CEB"/>
    <w:rsid w:val="00C6198E"/>
    <w:rsid w:val="00C67B70"/>
    <w:rsid w:val="00C708EA"/>
    <w:rsid w:val="00C778A5"/>
    <w:rsid w:val="00C95162"/>
    <w:rsid w:val="00CA2ADD"/>
    <w:rsid w:val="00CB4F6D"/>
    <w:rsid w:val="00CB6A37"/>
    <w:rsid w:val="00CB7684"/>
    <w:rsid w:val="00CC7C8F"/>
    <w:rsid w:val="00CD1FC4"/>
    <w:rsid w:val="00CF5865"/>
    <w:rsid w:val="00D034A0"/>
    <w:rsid w:val="00D1366C"/>
    <w:rsid w:val="00D16C9D"/>
    <w:rsid w:val="00D21061"/>
    <w:rsid w:val="00D32554"/>
    <w:rsid w:val="00D37786"/>
    <w:rsid w:val="00D40999"/>
    <w:rsid w:val="00D4108E"/>
    <w:rsid w:val="00D4328E"/>
    <w:rsid w:val="00D476D4"/>
    <w:rsid w:val="00D6163D"/>
    <w:rsid w:val="00D65B4A"/>
    <w:rsid w:val="00D831A3"/>
    <w:rsid w:val="00D97BE3"/>
    <w:rsid w:val="00DA3711"/>
    <w:rsid w:val="00DA48EC"/>
    <w:rsid w:val="00DA5B8D"/>
    <w:rsid w:val="00DA6644"/>
    <w:rsid w:val="00DC24F5"/>
    <w:rsid w:val="00DD46F3"/>
    <w:rsid w:val="00DE56F2"/>
    <w:rsid w:val="00DF116D"/>
    <w:rsid w:val="00E16FF7"/>
    <w:rsid w:val="00E26D68"/>
    <w:rsid w:val="00E44045"/>
    <w:rsid w:val="00E463D2"/>
    <w:rsid w:val="00E519F6"/>
    <w:rsid w:val="00E5542B"/>
    <w:rsid w:val="00E618C4"/>
    <w:rsid w:val="00E70DF3"/>
    <w:rsid w:val="00E7415D"/>
    <w:rsid w:val="00E878EE"/>
    <w:rsid w:val="00E901A3"/>
    <w:rsid w:val="00E953EB"/>
    <w:rsid w:val="00EA585B"/>
    <w:rsid w:val="00EA6EC7"/>
    <w:rsid w:val="00EB104F"/>
    <w:rsid w:val="00EB46E5"/>
    <w:rsid w:val="00EB6C0B"/>
    <w:rsid w:val="00ED14BD"/>
    <w:rsid w:val="00ED29F1"/>
    <w:rsid w:val="00ED6359"/>
    <w:rsid w:val="00EE1EF1"/>
    <w:rsid w:val="00F016C7"/>
    <w:rsid w:val="00F05B85"/>
    <w:rsid w:val="00F12DEC"/>
    <w:rsid w:val="00F1715C"/>
    <w:rsid w:val="00F24489"/>
    <w:rsid w:val="00F25F4A"/>
    <w:rsid w:val="00F310F8"/>
    <w:rsid w:val="00F35939"/>
    <w:rsid w:val="00F422D3"/>
    <w:rsid w:val="00F45607"/>
    <w:rsid w:val="00F4722B"/>
    <w:rsid w:val="00F54432"/>
    <w:rsid w:val="00F659EB"/>
    <w:rsid w:val="00F762A8"/>
    <w:rsid w:val="00F86BA6"/>
    <w:rsid w:val="00F87F4A"/>
    <w:rsid w:val="00F95FBD"/>
    <w:rsid w:val="00FA1198"/>
    <w:rsid w:val="00FA2BC7"/>
    <w:rsid w:val="00FA793F"/>
    <w:rsid w:val="00FB0D7B"/>
    <w:rsid w:val="00FB3C00"/>
    <w:rsid w:val="00FB6342"/>
    <w:rsid w:val="00FC42D4"/>
    <w:rsid w:val="00FC6389"/>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BFD8CF1"/>
  <w14:defaultImageDpi w14:val="32767"/>
  <w15:docId w15:val="{9CFA4535-E687-4E4F-B1E3-2DB2B60D7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A2BC7"/>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68320A"/>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68320A"/>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2.xml"/><Relationship Id="rId38"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5.xml"/><Relationship Id="rId32" Type="http://schemas.openxmlformats.org/officeDocument/2006/relationships/footer" Target="footer1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9.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footer" Target="footer1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C7B2EF30-DB6C-4AAB-865C-AA2BE88AA3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D59E0029-9E23-42DA-871D-9D9FA0261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TotalTime>
  <Pages>27</Pages>
  <Words>6613</Words>
  <Characters>39023</Characters>
  <Application>Microsoft Office Word</Application>
  <DocSecurity>0</DocSecurity>
  <Lines>325</Lines>
  <Paragraphs>91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Petříček Roman, Ing.</cp:lastModifiedBy>
  <cp:revision>7</cp:revision>
  <cp:lastPrinted>2019-09-27T11:09:00Z</cp:lastPrinted>
  <dcterms:created xsi:type="dcterms:W3CDTF">2023-02-20T08:08:00Z</dcterms:created>
  <dcterms:modified xsi:type="dcterms:W3CDTF">2023-02-20T14:39:00Z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